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C6DA" w14:textId="77777777" w:rsidR="00DE5586" w:rsidRPr="00DE5586" w:rsidRDefault="00DE5586" w:rsidP="00DE5586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DE5586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SARS-CoV-2/human/USA/CO-CDPHE-2102746580/2022 ORF1ab polyprotein (ORF1ab), ORF1a polyprotein (ORF1ab), surface glycoprotein (S), ORF3a protein (ORF3a), envelope protein (E), membrane glycoprotein (M), ORF...</w:t>
      </w:r>
    </w:p>
    <w:p w14:paraId="71D5476C" w14:textId="77777777" w:rsidR="00DE5586" w:rsidRPr="00DE5586" w:rsidRDefault="00DE5586" w:rsidP="00DE55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t>GenBank: OM932113.1</w:t>
      </w:r>
    </w:p>
    <w:p w14:paraId="1E21FD36" w14:textId="77777777" w:rsidR="00DE5586" w:rsidRPr="00DE5586" w:rsidRDefault="00DE5586" w:rsidP="00DE5586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"https://www.ncbi.nlm.nih.gov/nuccore/OM932113.1?report=fasta" </w:instrTex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55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"https://www.ncbi.nlm.nih.gov/nuccore/OM932113.1?report=graph" </w:instrTex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55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932113.1"/>
    <w:bookmarkEnd w:id="1"/>
    <w:p w14:paraId="18FBC794" w14:textId="77777777" w:rsidR="00DE5586" w:rsidRPr="00DE5586" w:rsidRDefault="00DE5586" w:rsidP="00DE5586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"https://www.ncbi.nlm.nih.gov/nuccore/OM932113.1" \l "goto2205330411_0" </w:instrTex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DE5586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DE5586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0E242CC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LOCUS       OM932113               29747 bp    RNA     linear   VRL 07-MAR-2022</w:t>
      </w:r>
    </w:p>
    <w:p w14:paraId="1CD6374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DEFINITION  Severe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acute respiratory syndrome coronavirus 2 isolate</w:t>
      </w:r>
    </w:p>
    <w:p w14:paraId="6113F4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SARS-CoV-2/human/USA/CO-CDPHE-2102746580/2022 ORF1ab polyprotein</w:t>
      </w:r>
    </w:p>
    <w:p w14:paraId="55A2BA3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(ORF1ab), ORF1a polyprotein (ORF1ab), surface glycoprotein (S),</w:t>
      </w:r>
    </w:p>
    <w:p w14:paraId="5ECF42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ORF3a protein (ORF3a), envelope protein (E), membrane glycoprotein</w:t>
      </w:r>
    </w:p>
    <w:p w14:paraId="504646B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(M), ORF6 protein (ORF6), ORF7a protein (ORF7a), ORF7b (ORF7b),</w:t>
      </w:r>
    </w:p>
    <w:p w14:paraId="3314FB6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ORF8 protein (ORF8), nucleocapsid phosphoprotein (N), and ORF10</w:t>
      </w:r>
    </w:p>
    <w:p w14:paraId="46FCAAF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protein (ORF10) genes, complete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cds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6637300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ACCESSION   OM932113</w:t>
      </w:r>
    </w:p>
    <w:p w14:paraId="6E39564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VERSION     OM932113.1</w:t>
      </w:r>
    </w:p>
    <w:p w14:paraId="28AFB95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BioProject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864EB8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BioSample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: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"https://www.ncbi.nlm.nih.gov/biosample/SAMN26278620"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SAMN26278620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2ACA6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"https://www.ncbi.nlm.nih.gov/sra/SRR18155245"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SRR18155245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47ABF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KEYWORDS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.</w:t>
      </w:r>
      <w:proofErr w:type="gramEnd"/>
    </w:p>
    <w:p w14:paraId="341657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81E5BA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proofErr w:type="gramStart"/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</w:t>
      </w:r>
      <w:proofErr w:type="gramEnd"/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 xml:space="preserve"> coronavirus 2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FAF56A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Riboviria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Orthornavirae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Pisuviricota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Pisoniviricetes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249D4DD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Nidovirales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Cornidovirineae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Coronaviridae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Orthocoronavirinae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;</w:t>
      </w:r>
    </w:p>
    <w:p w14:paraId="41BF276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Betacoronavirus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;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Sarbecovirus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5D56E05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REFERENCE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  (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bases 1 to 29747)</w:t>
      </w:r>
    </w:p>
    <w:p w14:paraId="68E998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Bankers,L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, Hetherington-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Rauth,M.C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Ir,D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.,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Matzinger,S.R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.,</w:t>
      </w:r>
    </w:p>
    <w:p w14:paraId="649D0A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Rossheim,A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and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Smith,A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.</w:t>
      </w:r>
    </w:p>
    <w:p w14:paraId="77A9A0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18414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(07-MAR-2022) Department of Microbiology, CDPHE</w:t>
      </w:r>
    </w:p>
    <w:p w14:paraId="030724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 submissions, 8100 E. Lowry Blvd., Denver, CO 80230, USA</w:t>
      </w:r>
    </w:p>
    <w:p w14:paraId="441E31A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932113.1"/>
      <w:bookmarkEnd w:id="2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>COMMENT     ##Assembly-Data-START##</w:t>
      </w:r>
    </w:p>
    <w:p w14:paraId="5564188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: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: Arctic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MinION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v. JAN-2020</w:t>
      </w:r>
    </w:p>
    <w:p w14:paraId="7C0D043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Technology :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: Oxford Nanopore</w:t>
      </w:r>
    </w:p>
    <w:p w14:paraId="1A67E61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1EF38D2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932113.1"/>
      <w:bookmarkEnd w:id="3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0079CD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29747</w:t>
      </w:r>
    </w:p>
    <w:p w14:paraId="5BBA8B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Severe acute respiratory syndrome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coronavirus</w:t>
      </w:r>
    </w:p>
    <w:p w14:paraId="1E74B2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DFB982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mol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_type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="genomic RNA"</w:t>
      </w:r>
    </w:p>
    <w:p w14:paraId="380896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/isolate="SARS-CoV-2/human/USA/CO-CDPHE-2102746580/2022"</w:t>
      </w:r>
    </w:p>
    <w:p w14:paraId="3C72B15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isolation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_source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="patient isolate"</w:t>
      </w:r>
    </w:p>
    <w:p w14:paraId="17095CC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5D38E4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db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_xref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="taxon: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AA03B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200E310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collection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_date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="2022-01-15"</w:t>
      </w:r>
    </w:p>
    <w:p w14:paraId="5B7B18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/note="GISAID_ID: EPI_ISL_10249638"</w:t>
      </w:r>
    </w:p>
    <w:p w14:paraId="1C6233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"https://www.ncbi.nlm.nih.gov/nuccore/OM932113.1?from=216&amp;to=21493"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21493</w:t>
      </w:r>
    </w:p>
    <w:p w14:paraId="7E6BEF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BE18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"https://www.ncbi.nlm.nih.gov/nuccore/OM932113.1?location=216:13406,13406:21493"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216..13406,13406..21493)</w:t>
      </w:r>
    </w:p>
    <w:p w14:paraId="50D1915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2C1212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ribosomal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_slippage</w:t>
      </w:r>
      <w:proofErr w:type="spellEnd"/>
    </w:p>
    <w:p w14:paraId="1622972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80CE0B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116E0B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UMW52739.1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5B7CAC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06EC4A7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1F21E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0761DF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3E67CA5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2ECA6E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6F8717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42615B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641AB58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FB3363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4934AA7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047C44B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2E64DDC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6E9CBE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E4E08E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2B8D1F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675B220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2E36579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5CA1F6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YLKLTDNVYIKNADIVEEAKKVKPTVVVNAANVYLKHGGGVAGALNKATNNAMQVESD</w:t>
      </w:r>
    </w:p>
    <w:p w14:paraId="6623A8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01611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PLLSAGIFGADLIHSLRVCVDTVRTNVYLAVFDKNLYDKLVSSFLEMKSEKQVEQKIA</w:t>
      </w:r>
    </w:p>
    <w:p w14:paraId="2CF6CD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334BF0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69910D0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CAD9E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BA455E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5A814F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2DC532E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13F7FB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7C12A2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1E0F85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DVRETMSYLFQHANLDSCKRVLNVVCKTCGQQQTTLKGVEAVIYMGTLSYEQFKKGVQ</w:t>
      </w:r>
    </w:p>
    <w:p w14:paraId="5EA3F89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5384DB1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AD54B6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3BAB7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D0BCCF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8C25E7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3AEF36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9BD10D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353BA7B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C9E57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17F38D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8B447C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73275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65D7A79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1D45EAE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1E519AF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3BB23FD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0489DC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CD8F6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KHADFDTWFSQRGGCYTNDKACPLIAAVITREVGFVVPGLPGTILRTTNGDFLHFLPR</w:t>
      </w:r>
    </w:p>
    <w:p w14:paraId="6A6A748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1105ED2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B68109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25245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3937AF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862CF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71AC672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DFD29F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743ECB0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27FED8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6B454B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LAWLYAAVINGDRWFLNRFTTTLNDFNLVAMKYNYEPLTQDHVDILGPLSAQTGIAVL</w:t>
      </w:r>
    </w:p>
    <w:p w14:paraId="7F2244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60A204F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2A5B2A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69C4781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314074C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10CDEA3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469FF3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13E67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522567A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000758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4E3A6B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1C7ECD5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79744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112F16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56705EC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2FEFF47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2383729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4CF1A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184B2E7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74304F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0122613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EF8E4A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4D69D5A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7036695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7273B53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5BFB3EC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50A3CBE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6D3446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1F4D0B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7F771B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3AD167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0E6EDA1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4DB1BA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365B6D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6C74979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4FE786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002BE4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2EEBF3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CDFCC0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20A2C80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FE0000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6F6D8CF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DKLQFTSLEIPRRNVATLQAENVTGLFKDCSKVITGLHPTQAPTHLSVDTKFKTEGLC</w:t>
      </w:r>
    </w:p>
    <w:p w14:paraId="58C6C9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5D2F525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7B76697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08B9956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52A4BA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49866C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35AC24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2813839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0FACA3A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6D0F2F6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7A9A9EA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18C4EF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561711C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E11764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0EF4499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4CB88C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5EFDCDD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49CD99C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6F9037E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ABCD0D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08A485C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"https://www.ncbi.nlm.nih.gov/protein/UMW52739.1?from=1&amp;to=180"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755</w:t>
      </w:r>
    </w:p>
    <w:p w14:paraId="2AACC3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0C9D6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1A49A9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"https://www.ncbi.nlm.nih.gov/protein/UMW52739.1?from=181&amp;to=818"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756..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2669</w:t>
      </w:r>
    </w:p>
    <w:p w14:paraId="16E8908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FD55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BBB3EC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"https://www.ncbi.nlm.nih.gov/protein/UMW52739.1?from=819&amp;to=2762"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2670..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8501</w:t>
      </w:r>
    </w:p>
    <w:p w14:paraId="596529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EC29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7040E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"https://www.ncbi.nlm.nih.gov/protein/UMW52739.1?from=2763&amp;to=3262"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8502..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10001</w:t>
      </w:r>
    </w:p>
    <w:p w14:paraId="31BA6CE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EFC99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25161F4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"https://www.ncbi.nlm.nih.gov/protein/UMW52739.1?from=3263&amp;to=3568"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10002..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10919</w:t>
      </w:r>
    </w:p>
    <w:p w14:paraId="5CBB4D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A744B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640519F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"https://www.ncbi.nlm.nih.gov/protein/UMW52739.1?from=3569&amp;to=3855"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10920..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11780</w:t>
      </w:r>
    </w:p>
    <w:p w14:paraId="32C21C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DE938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4CDE9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"https://www.ncbi.nlm.nih.gov/protein/UMW52739.1?from=3856&amp;to=3938"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11781..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12029</w:t>
      </w:r>
    </w:p>
    <w:p w14:paraId="6A885B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2040C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C60AB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"https://www.ncbi.nlm.nih.gov/protein/UMW52739.1?from=3939&amp;to=4136"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12030..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12623</w:t>
      </w:r>
    </w:p>
    <w:p w14:paraId="33952FE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D5C73D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5ED593D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"https://www.ncbi.nlm.nih.gov/protein/UMW52739.1?from=4137&amp;to=4249"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12624..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12962</w:t>
      </w:r>
    </w:p>
    <w:p w14:paraId="42948B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7AA08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1044BE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"https://www.ncbi.nlm.nih.gov/protein/UMW52739.1?from=4250&amp;to=4388"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12963..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13379</w:t>
      </w:r>
    </w:p>
    <w:p w14:paraId="0CE144C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172D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9291C0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"https://www.ncbi.nlm.nih.gov/protein/UMW52739.1?from=4389&amp;to=5320"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join(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13380..13406,13406..16174)</w:t>
      </w:r>
    </w:p>
    <w:p w14:paraId="49240D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72BCD5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3670E25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"https://www.ncbi.nlm.nih.gov/protein/UMW52739.1?from=5321&amp;to=5921"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16175..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17977</w:t>
      </w:r>
    </w:p>
    <w:p w14:paraId="23A6E5E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E129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00AC6F5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"https://www.ncbi.nlm.nih.gov/protein/UMW52739.1?from=5922&amp;to=6448"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17978..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19558</w:t>
      </w:r>
    </w:p>
    <w:p w14:paraId="72375A4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090410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491C3F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"https://www.ncbi.nlm.nih.gov/protein/UMW52739.1?from=6449&amp;to=6794"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19559..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20596</w:t>
      </w:r>
    </w:p>
    <w:p w14:paraId="5BAF942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9D4A0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endoRNAse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D2A78A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"https://www.ncbi.nlm.nih.gov/protein/UMW52739.1?from=6795&amp;to=7092"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20597..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21490</w:t>
      </w:r>
    </w:p>
    <w:p w14:paraId="1163429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FD42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9DD338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"https://www.ncbi.nlm.nih.gov/nuccore/OM932113.1?from=216&amp;to=13421"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13421</w:t>
      </w:r>
    </w:p>
    <w:p w14:paraId="760EFE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83495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452A81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020740A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UMW52740.1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B4795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34429CA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7A8142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4BE9EE6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686ACF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49B370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319A28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01FDBE3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7E77875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A8F1C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6F537D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7111565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12B13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C8543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FLEGETLPTEVLTEEVVLKTGDLQPLEQPTSEAVEAPLVGTPVCINGLMLLEIKDTEK</w:t>
      </w:r>
    </w:p>
    <w:p w14:paraId="0F7068C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666F6A6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B53189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1DE4154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521121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63599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161AE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PLLSAGIFGADLIHSLRVCVDTVRTNVYLAVFDKNLYDKLVSSFLEMKSEKQVEQKIA</w:t>
      </w:r>
    </w:p>
    <w:p w14:paraId="1B665BD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40DEF0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43CB7A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701C27A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032A412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07126F6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6947998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7AD9D7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1221CA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3563280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DVRETMSYLFQHANLDSCKRVLNVVCKTCGQQQTTLKGVEAVIYMGTLSYEQFKKGVQ</w:t>
      </w:r>
    </w:p>
    <w:p w14:paraId="380495D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2F4995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1CAB88B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BA8430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1200AA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4545A1F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1B63D0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F45C47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128FB9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2ECCC9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014AF3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335C5F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9BFB0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49E16E6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68554B3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B3483F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8B7203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445B285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78271C9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KHADFDTWFSQRGGCYTNDKACPLIAAVITREVGFVVPGLPGTILRTTNGDFLHFLPR</w:t>
      </w:r>
    </w:p>
    <w:p w14:paraId="0F81CE2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01CDEE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4458F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B95B05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89BEB6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60A1AA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AALCTFLLNKEMYLKLRSDVLLPLTQYNRYLALYNKYKYFSGAMDTTSYREAACCHLA</w:t>
      </w:r>
    </w:p>
    <w:p w14:paraId="352712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370CE25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0454D75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45D5D80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37CC8F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3DA74C7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562D8BC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2C59537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79E4298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11A722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2E99B5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9C97BD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21A082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5B9817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8A7BC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5E6C7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717590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463655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2D6A7F1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6999556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3A6DA93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C02165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"https://www.ncbi.nlm.nih.gov/protein/UMW52740.1?from=1&amp;to=180"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755</w:t>
      </w:r>
    </w:p>
    <w:p w14:paraId="17202CF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86A21B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9CAB2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"https://www.ncbi.nlm.nih.gov/protein/UMW52740.1?from=181&amp;to=818"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756..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2669</w:t>
      </w:r>
    </w:p>
    <w:p w14:paraId="575F7F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A03EB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F92D53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"https://www.ncbi.nlm.nih.gov/protein/UMW52740.1?from=819&amp;to=2762"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2670..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8501</w:t>
      </w:r>
    </w:p>
    <w:p w14:paraId="6F0B48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D8BC5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BBD714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"https://www.ncbi.nlm.nih.gov/protein/UMW52740.1?from=2763&amp;to=3262"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8502..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10001</w:t>
      </w:r>
    </w:p>
    <w:p w14:paraId="2DAF825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12728E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165816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"https://www.ncbi.nlm.nih.gov/protein/UMW52740.1?from=3263&amp;to=3568"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10002..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10919</w:t>
      </w:r>
    </w:p>
    <w:p w14:paraId="4C58BA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2EE490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A73425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"https://www.ncbi.nlm.nih.gov/protein/UMW52740.1?from=3569&amp;to=3855"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10920..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11780</w:t>
      </w:r>
    </w:p>
    <w:p w14:paraId="02C5E0E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C52A7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09E61D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"https://www.ncbi.nlm.nih.gov/protein/UMW52740.1?from=3856&amp;to=3938"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11781..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12029</w:t>
      </w:r>
    </w:p>
    <w:p w14:paraId="5BF5D3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B7AD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/product="nsp7"</w:t>
      </w:r>
    </w:p>
    <w:p w14:paraId="219A1F7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"https://www.ncbi.nlm.nih.gov/protein/UMW52740.1?from=3939&amp;to=4136"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12030..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12623</w:t>
      </w:r>
    </w:p>
    <w:p w14:paraId="30B61BA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4FD1F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235B4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"https://www.ncbi.nlm.nih.gov/protein/UMW52740.1?from=4137&amp;to=4249"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12624..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12962</w:t>
      </w:r>
    </w:p>
    <w:p w14:paraId="115964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77BE6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5CF42F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"https://www.ncbi.nlm.nih.gov/protein/UMW52740.1?from=4250&amp;to=4388"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12963..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13379</w:t>
      </w:r>
    </w:p>
    <w:p w14:paraId="5B47D7C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2D473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5A1271C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"https://www.ncbi.nlm.nih.gov/protein/UMW52740.1?from=4389&amp;to=4401"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13380..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13418</w:t>
      </w:r>
    </w:p>
    <w:p w14:paraId="10A3ED4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BD2C50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5FDCE6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"https://www.ncbi.nlm.nih.gov/nuccore/OM932113.1?from=13414&amp;to=13441"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13414..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13441</w:t>
      </w:r>
    </w:p>
    <w:p w14:paraId="3882767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0078A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3C4BA2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3C9C784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"https://www.ncbi.nlm.nih.gov/nuccore/OM932113.1?from=13426&amp;to=13480"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13426..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13480</w:t>
      </w:r>
    </w:p>
    <w:p w14:paraId="59BEE2A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0B11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42A9DD6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09A02D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"https://www.ncbi.nlm.nih.gov/nuccore/OM932113.1?from=21501&amp;to=25313"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21501..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25313</w:t>
      </w:r>
    </w:p>
    <w:p w14:paraId="610D13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DA03B9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"https://www.ncbi.nlm.nih.gov/nuccore/OM932113.1?from=21501&amp;to=25313"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21501..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25313</w:t>
      </w:r>
    </w:p>
    <w:p w14:paraId="171B5C0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FA69DF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0607A8C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6EE2F17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UMW52741.1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357841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F73DA1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3A82C63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45FA798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CTFEYVSQPFLMDLEGKQGNFKNLREFVFKNIDGYFKIYSKHTPIIGREPEDLPQGFS</w:t>
      </w:r>
    </w:p>
    <w:p w14:paraId="35160D0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9FFD57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56ABED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1CB4AA6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59F94F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4C6E189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6B2F59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A8437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D63A24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4254287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31A17EC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FSQILPDPSKPSKRSFIEDLLFNKVTLADAGFIKQYGDCLGDIAARDLICAQKFKGLT</w:t>
      </w:r>
    </w:p>
    <w:p w14:paraId="1B89637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00B8ED6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5177310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649F9E8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5A91519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3F429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18D6F89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0A0A924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529B02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"https://www.ncbi.nlm.nih.gov/nuccore/OM932113.1?from=25322&amp;to=26149"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25322..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26149</w:t>
      </w:r>
    </w:p>
    <w:p w14:paraId="1FCAAE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3DA0133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"https://www.ncbi.nlm.nih.gov/nuccore/OM932113.1?from=25322&amp;to=26149"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25322..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26149</w:t>
      </w:r>
    </w:p>
    <w:p w14:paraId="410DCF5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49D721F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D3E6B1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3E9EA52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"https://www.ncbi.nlm.nih.gov/protein/2205330415"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UMW52742.1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73276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15ED62B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4EF1A8D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27E6A16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5CA1AA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456E0BC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"https://www.ncbi.nlm.nih.gov/nuccore/OM932113.1?from=26174&amp;to=26401"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26174..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26401</w:t>
      </w:r>
    </w:p>
    <w:p w14:paraId="29C7B7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DC73A8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"https://www.ncbi.nlm.nih.gov/nuccore/OM932113.1?from=26174&amp;to=26401"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26174..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26401</w:t>
      </w:r>
    </w:p>
    <w:p w14:paraId="0F1E2D9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3C7786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66402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25CE5EC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UMW52743.1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17D71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2A4119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0B4354D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"https://www.ncbi.nlm.nih.gov/nuccore/OM932113.1?from=26452&amp;to=27120"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26452..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27120</w:t>
      </w:r>
    </w:p>
    <w:p w14:paraId="3119F85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4C5A26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"https://www.ncbi.nlm.nih.gov/nuccore/OM932113.1?from=26452&amp;to=27120"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26452..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27120</w:t>
      </w:r>
    </w:p>
    <w:p w14:paraId="398611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7665EE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D53DE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582DDC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"https://www.ncbi.nlm.nih.gov/protein/2205330417"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UMW52744.1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883C80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329E9F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A4B408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FARTRSMWSFNPETNILLNVPLHGTILTRPLLESELVIGAVILXXXXXXXXXXXXXXX</w:t>
      </w:r>
    </w:p>
    <w:p w14:paraId="03F753D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XXXXXXXXXXXXXXXXXXXXXXXXXXXXXXXXXXXXXXXXXXXXXXXXXXXXXXXXXX</w:t>
      </w:r>
    </w:p>
    <w:p w14:paraId="4257F5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XLVQ"</w:t>
      </w:r>
    </w:p>
    <w:p w14:paraId="437541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gap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26886..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27106</w:t>
      </w:r>
    </w:p>
    <w:p w14:paraId="046C112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estimated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_length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=221</w:t>
      </w:r>
    </w:p>
    <w:p w14:paraId="40DBC20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"https://www.ncbi.nlm.nih.gov/nuccore/OM932113.1?from=27131&amp;to=27316"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27131..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27316</w:t>
      </w:r>
    </w:p>
    <w:p w14:paraId="49AFD98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A39702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"https://www.ncbi.nlm.nih.gov/nuccore/OM932113.1?from=27131&amp;to=27316"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27131..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27316</w:t>
      </w:r>
    </w:p>
    <w:p w14:paraId="08906D0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7B3458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237F88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6E95973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UMW52745.1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BD76BF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125642D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124F17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"https://www.ncbi.nlm.nih.gov/nuccore/OM932113.1?from=27323&amp;to=27688"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27323..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27688</w:t>
      </w:r>
    </w:p>
    <w:p w14:paraId="7F3381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75F9CFB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"https://www.ncbi.nlm.nih.gov/nuccore/OM932113.1?from=27323&amp;to=27688"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27323..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27688</w:t>
      </w:r>
    </w:p>
    <w:p w14:paraId="0BA1E56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EACFD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3733B3F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558BA3D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"https://www.ncbi.nlm.nih.gov/protein/2205330419"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UMW52746.1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918F67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7DB36BF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674213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CE9C9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"https://www.ncbi.nlm.nih.gov/nuccore/OM932113.1?from=27685&amp;to=27816"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27685..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27816</w:t>
      </w:r>
    </w:p>
    <w:p w14:paraId="5FD3F90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620475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"https://www.ncbi.nlm.nih.gov/nuccore/OM932113.1?from=27685&amp;to=27816"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27685..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27816</w:t>
      </w:r>
    </w:p>
    <w:p w14:paraId="60111D9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0BA7F6B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45B0259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19FEA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"https://www.ncbi.nlm.nih.gov/protein/2205330420"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UMW52747.1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EE6A6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3180BA5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"https://www.ncbi.nlm.nih.gov/nuccore/OM932113.1?from=27823&amp;to=28188"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27823..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28188</w:t>
      </w:r>
    </w:p>
    <w:p w14:paraId="3278D6A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0D05A2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"https://www.ncbi.nlm.nih.gov/nuccore/OM932113.1?from=27823&amp;to=28188"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27823..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28188</w:t>
      </w:r>
    </w:p>
    <w:p w14:paraId="341E6F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0E97B92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6DA75FD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91598C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"https://www.ncbi.nlm.nih.gov/protein/2205330421"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UMW52748.1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C93992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2567859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0F7C1D6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27812A2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"https://www.ncbi.nlm.nih.gov/nuccore/OM932113.1?from=28203&amp;to=29453"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28203..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29453</w:t>
      </w:r>
    </w:p>
    <w:p w14:paraId="213AC7F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67158E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"https://www.ncbi.nlm.nih.gov/nuccore/OM932113.1?from=28203&amp;to=29453"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28203..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29453</w:t>
      </w:r>
    </w:p>
    <w:p w14:paraId="410664B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/gene="N"</w:t>
      </w:r>
    </w:p>
    <w:p w14:paraId="2D53586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7173A55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7C9BA5D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"https://www.ncbi.nlm.nih.gov/protein/2205330422"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UMW52749.1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A3721C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017609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0BE1CC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7066EC4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37833EE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4110048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1E8B3B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5E6E43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472DBDF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"https://www.ncbi.nlm.nih.gov/nuccore/OM932113.1?from=29478&amp;to=29594"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29478..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29594</w:t>
      </w:r>
    </w:p>
    <w:p w14:paraId="40DE6AC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FB416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"https://www.ncbi.nlm.nih.gov/nuccore/OM932113.1?from=29478&amp;to=29594"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29478..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29594</w:t>
      </w:r>
    </w:p>
    <w:p w14:paraId="2ADAEE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2BFB36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codon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_start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=1</w:t>
      </w:r>
    </w:p>
    <w:p w14:paraId="5F5677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1340D73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</w:t>
      </w:r>
      <w:proofErr w:type="spellStart"/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protein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_id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="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"https://www.ncbi.nlm.nih.gov/protein/2205330423"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UMW52750.1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98C22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5026C92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"https://www.ncbi.nlm.nih.gov/nuccore/OM932113.1?from=29529&amp;to=29564"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29529..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29564</w:t>
      </w:r>
    </w:p>
    <w:p w14:paraId="7AFFD26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4338AA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6FE11B6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"https://www.ncbi.nlm.nih.gov/nuccore/OM932113.1?from=29549&amp;to=29577"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29549..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29577</w:t>
      </w:r>
    </w:p>
    <w:p w14:paraId="29E608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78EE6E8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6E13415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"https://www.ncbi.nlm.nih.gov/nuccore/OM932113.1?from=29648&amp;to=29688"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29648..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29688</w:t>
      </w:r>
    </w:p>
    <w:p w14:paraId="73BF13E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046B68A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79A79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932113.1"/>
      <w:bookmarkEnd w:id="4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ttgtagatct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gttctctaaa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cgaactttaa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aatctgtgtg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gctgtcactc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ggctgcatgc</w:t>
      </w:r>
      <w:proofErr w:type="spellEnd"/>
    </w:p>
    <w:p w14:paraId="6C26A6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ttagtgcact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cacgcagtat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aattaataac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cgttgacagg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acacgagtaa</w:t>
      </w:r>
      <w:proofErr w:type="spellEnd"/>
    </w:p>
    <w:p w14:paraId="21D36A0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ctcgtctatc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ttctgcaggc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tgcttacggt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ttcgtccgtg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ttgcagccga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tcatcagcac</w:t>
      </w:r>
      <w:proofErr w:type="spellEnd"/>
    </w:p>
    <w:p w14:paraId="469816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atctaggttt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tgtccgggtg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tgaccgaaag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gtaagatgga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gagccttgtc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cctggtttca</w:t>
      </w:r>
      <w:proofErr w:type="spellEnd"/>
    </w:p>
    <w:p w14:paraId="53935D7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acgagaaaac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acacgtccaa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ctcagtttgc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ggttcgcgac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gtgctcgtac</w:t>
      </w:r>
      <w:proofErr w:type="spellEnd"/>
    </w:p>
    <w:p w14:paraId="5776AA6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gtggctttgg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agactccgtg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gaggaggtct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tatcagaggc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acgtcaacat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cttaaagatg</w:t>
      </w:r>
      <w:proofErr w:type="spellEnd"/>
    </w:p>
    <w:p w14:paraId="7E730B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gcacttgtgg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cttagtagaa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gcgttttgcc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tcaacttgaa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cagccctatg</w:t>
      </w:r>
      <w:proofErr w:type="spellEnd"/>
    </w:p>
    <w:p w14:paraId="1E8E0E0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acgttcggat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gctcgaactg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cacctcatgg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tcatgttatg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gttgagctgg</w:t>
      </w:r>
      <w:proofErr w:type="spellEnd"/>
    </w:p>
    <w:p w14:paraId="4ABD60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tagcagaact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cgaaggcatt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cagtacggtc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gtccttgtcc</w:t>
      </w:r>
      <w:proofErr w:type="spellEnd"/>
    </w:p>
    <w:p w14:paraId="5E3C9FB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ctcatgtggg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cgaaatacca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gtggcttacc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gcaaggttct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tcttcgtaag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aacggtaata</w:t>
      </w:r>
      <w:proofErr w:type="spellEnd"/>
    </w:p>
    <w:p w14:paraId="56C829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aaggagctgg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tggccatagt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tacggcgccg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atctaaagtc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ggcgacgagc</w:t>
      </w:r>
      <w:proofErr w:type="spellEnd"/>
    </w:p>
    <w:p w14:paraId="57DD29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tccttatgaa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gattttcaag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aaaactggaa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agcagtggtg</w:t>
      </w:r>
      <w:proofErr w:type="spellEnd"/>
    </w:p>
    <w:p w14:paraId="5A92C9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ttacccgtga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actcatgcgt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gagcttaacg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gaggggcata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cactcgctat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gtcgataaca</w:t>
      </w:r>
      <w:proofErr w:type="spellEnd"/>
    </w:p>
    <w:p w14:paraId="4C58502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ccctgatggc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taccctcttg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agaccttcta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gcacgtgctg</w:t>
      </w:r>
      <w:proofErr w:type="spellEnd"/>
    </w:p>
    <w:p w14:paraId="73089D1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gtaaagcttc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atgcactttg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tccgaacaac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tggactttat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tgacactaag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aggggtgtat</w:t>
      </w:r>
      <w:proofErr w:type="spellEnd"/>
    </w:p>
    <w:p w14:paraId="2C7F9E4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actgctgccg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tgaacatgag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catgaaattg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cttggtacac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ggaacgttct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gaaaagagct</w:t>
      </w:r>
      <w:proofErr w:type="spellEnd"/>
    </w:p>
    <w:p w14:paraId="36E6D2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atgaattgca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gacacctttt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gaaattaaat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tggcaaagaa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ttcaatgggg</w:t>
      </w:r>
      <w:proofErr w:type="spellEnd"/>
    </w:p>
    <w:p w14:paraId="503566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aatgtccaaa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ttttgtattt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cccttaaatt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ccataatcaa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gactattcaa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ccaagggttg</w:t>
      </w:r>
      <w:proofErr w:type="spellEnd"/>
    </w:p>
    <w:p w14:paraId="2BA13F0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aaaagaaaaa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gcttgatggc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tttatgggta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gaattcgatc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tgtctatcca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gttgcgtcac</w:t>
      </w:r>
      <w:proofErr w:type="spellEnd"/>
    </w:p>
    <w:p w14:paraId="63FCDBB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caaatgaatg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caaccaaatg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tgcctttcaa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ctctcatgaa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gtgtgatcat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tgtggtgaaa</w:t>
      </w:r>
      <w:proofErr w:type="spellEnd"/>
    </w:p>
    <w:p w14:paraId="76850CC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cttcatggca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gacgggcgat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ccacttgcga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actgagaatt</w:t>
      </w:r>
      <w:proofErr w:type="spellEnd"/>
    </w:p>
    <w:p w14:paraId="6949568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tgactaaaga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aggtgccact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acttgtggtt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acttacccca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aaatgctgtt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gttaaaattt</w:t>
      </w:r>
      <w:proofErr w:type="spellEnd"/>
    </w:p>
    <w:p w14:paraId="3D89B0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attgtccagc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tcagaagtag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gacctgagca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tagtcttgcc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gaataccata</w:t>
      </w:r>
      <w:proofErr w:type="spellEnd"/>
    </w:p>
    <w:p w14:paraId="6657D75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atgaatctgg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cttgaaaacc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attcttcgta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agggtggtcg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tttggaggct</w:t>
      </w:r>
      <w:proofErr w:type="spellEnd"/>
    </w:p>
    <w:p w14:paraId="52ED00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gtgtgttctc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tgccataaca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agtgtgccta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ttgggttcca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cgtgctagcg</w:t>
      </w:r>
      <w:proofErr w:type="spellEnd"/>
    </w:p>
    <w:p w14:paraId="694BE8B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ctaacatagg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ttgtaaccat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acaggtgttg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ttggagaagg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ttccgaaggt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cttaatgaca</w:t>
      </w:r>
      <w:proofErr w:type="spellEnd"/>
    </w:p>
    <w:p w14:paraId="202A8E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accttcttga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aatactccaa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aaagagaaag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tcaacatcaa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gactttaaac</w:t>
      </w:r>
      <w:proofErr w:type="spellEnd"/>
    </w:p>
    <w:p w14:paraId="1BAFEAB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gatcgccatt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attttggcat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ctttttctgc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ttccacaagt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gcttttgtgg</w:t>
      </w:r>
      <w:proofErr w:type="spellEnd"/>
    </w:p>
    <w:p w14:paraId="46CC825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aaactgtgaa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aggtttggat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tataaagcat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tcaaacaaat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tgttgaatcc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tgtggtaatt</w:t>
      </w:r>
      <w:proofErr w:type="spellEnd"/>
    </w:p>
    <w:p w14:paraId="2EB01F5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ttaaagttac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aaaaggaaaa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gctaaaaaag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gtgcctggaa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tattggtgaa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cagaaatcaa</w:t>
      </w:r>
      <w:proofErr w:type="spellEnd"/>
    </w:p>
    <w:p w14:paraId="35B006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tactgagtcc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tctttatgca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tttgcatcag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aggctgctcg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tgttgtacga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tcaattttct</w:t>
      </w:r>
      <w:proofErr w:type="spellEnd"/>
    </w:p>
    <w:p w14:paraId="3CFB32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cccgcactct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tgaaactgct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caaaattctg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tgcgtgtttt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acagaaggcc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gctataacaa</w:t>
      </w:r>
      <w:proofErr w:type="spellEnd"/>
    </w:p>
    <w:p w14:paraId="0BBF7F4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tactagatgg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aatttcacag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tattcactga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gactcattga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ttcacatctg</w:t>
      </w:r>
      <w:proofErr w:type="spellEnd"/>
    </w:p>
    <w:p w14:paraId="4C816A8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atttggctac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gttgtaatgg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cctacattac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gttcagttga</w:t>
      </w:r>
      <w:proofErr w:type="spellEnd"/>
    </w:p>
    <w:p w14:paraId="1BDFAFC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cttcgcagtg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gctaactaac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atctttggca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ctgtttatga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aaaactcaaa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cccgtccttg</w:t>
      </w:r>
      <w:proofErr w:type="spellEnd"/>
    </w:p>
    <w:p w14:paraId="6F683C9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attggcttga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aaggaaggtg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tagagtttct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tagagacggt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tgggaaattg</w:t>
      </w:r>
      <w:proofErr w:type="spellEnd"/>
    </w:p>
    <w:p w14:paraId="0CEA37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ctcaacctgt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gcttgtgaaa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ttgtcggtgg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acctgtgcaa</w:t>
      </w:r>
      <w:proofErr w:type="spellEnd"/>
    </w:p>
    <w:p w14:paraId="10608CC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ggagagtgtt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ttaagcttgt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aaataaattt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ttggctttgt</w:t>
      </w:r>
      <w:proofErr w:type="spellEnd"/>
    </w:p>
    <w:p w14:paraId="6304C51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gtgctgactc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tatcattatt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ggtggagcta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aacttaaagc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cttgaattta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ggtgaaacat</w:t>
      </w:r>
      <w:proofErr w:type="spellEnd"/>
    </w:p>
    <w:p w14:paraId="490A02A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ttgtcacgca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ctcaaaggga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ttgtacagaa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atccagagaa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gaaactggcc</w:t>
      </w:r>
      <w:proofErr w:type="spellEnd"/>
    </w:p>
    <w:p w14:paraId="2014D82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tactcatgcc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tctaaaagct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ccaaaagaaa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ttatcttctt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agagggagaa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acacttccca</w:t>
      </w:r>
      <w:proofErr w:type="spellEnd"/>
    </w:p>
    <w:p w14:paraId="5AB5F47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aacagaggaa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gttgtcttga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aaactggtga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tttacaacca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ttagaacaac</w:t>
      </w:r>
      <w:proofErr w:type="spellEnd"/>
    </w:p>
    <w:p w14:paraId="117042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ctactagtga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gctccattgg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agtttgtatt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aacgggctta</w:t>
      </w:r>
      <w:proofErr w:type="spellEnd"/>
    </w:p>
    <w:p w14:paraId="1AC5A70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tgttgctcga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aatcaaagac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actgtgccct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tgcacctaat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atgatggtaa</w:t>
      </w:r>
      <w:proofErr w:type="spellEnd"/>
    </w:p>
    <w:p w14:paraId="2BA521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caaacaatac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cttcacactc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aaaggcggtg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caccaacaaa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ggttactttt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ggtgatgaca</w:t>
      </w:r>
      <w:proofErr w:type="spellEnd"/>
    </w:p>
    <w:p w14:paraId="79038F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ctgtgataga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tacaagagtg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tgaatatcac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ttttgaactt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gatgaaagga</w:t>
      </w:r>
      <w:proofErr w:type="spellEnd"/>
    </w:p>
    <w:p w14:paraId="189F7E1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acttaatgag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aggtgctctg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cctatacagt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tgaactcggt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acagaagtaa</w:t>
      </w:r>
      <w:proofErr w:type="spellEnd"/>
    </w:p>
    <w:p w14:paraId="39B3E3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atgagttcgc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ctgtgttgtg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gcagatgctg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tcataaaaac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tttgcaacca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gtatctgaat</w:t>
      </w:r>
      <w:proofErr w:type="spellEnd"/>
    </w:p>
    <w:p w14:paraId="453663C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actgggcatt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gatttagatg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agtggagtat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ggctacatac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tacttatttg</w:t>
      </w:r>
      <w:proofErr w:type="spellEnd"/>
    </w:p>
    <w:p w14:paraId="529F516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atgagtctgg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tgagtttaaa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ttggcttcac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atatgtattg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cctccagatg</w:t>
      </w:r>
      <w:proofErr w:type="spellEnd"/>
    </w:p>
    <w:p w14:paraId="4503343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aggatgaaga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tgtgaagaag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aagagtttga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gccatcaact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caatatgagt</w:t>
      </w:r>
      <w:proofErr w:type="spellEnd"/>
    </w:p>
    <w:p w14:paraId="26F6DA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caaggtaaac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ctttggaatt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tggtgccact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tctgctgctc</w:t>
      </w:r>
      <w:proofErr w:type="spellEnd"/>
    </w:p>
    <w:p w14:paraId="671FB2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ttcaacctga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agaagagcaa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gaagaagatt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ggttagatga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tgatagtcaa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caaactgttg</w:t>
      </w:r>
      <w:proofErr w:type="spellEnd"/>
    </w:p>
    <w:p w14:paraId="461EFFB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gtcaacaaga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cggcagtgag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gacaatcaga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gttgaggttc</w:t>
      </w:r>
      <w:proofErr w:type="spellEnd"/>
    </w:p>
    <w:p w14:paraId="2E45DBD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aacctcaatt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agagatggaa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cttacaccag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ttgttcagac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tattgaagtg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aatagtttta</w:t>
      </w:r>
      <w:proofErr w:type="spellEnd"/>
    </w:p>
    <w:p w14:paraId="49107DD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3301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gtggttattt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gacaatgtat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acattaaaaa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tgcagacatt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gtggaagaag</w:t>
      </w:r>
      <w:proofErr w:type="spellEnd"/>
    </w:p>
    <w:p w14:paraId="18B8385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ctaaaaaggt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aaaaccaaca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atgcagccaa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tgtttacctt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aaacatggag</w:t>
      </w:r>
      <w:proofErr w:type="spellEnd"/>
    </w:p>
    <w:p w14:paraId="6E55FA8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gaggtgttgc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aggagcctta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aataaggcta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ctaacaatgc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catgcaagtt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gaatctgatg</w:t>
      </w:r>
      <w:proofErr w:type="spellEnd"/>
    </w:p>
    <w:p w14:paraId="737A06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attacatagc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ccacttaaag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tgggtggtag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ttgtgtttta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agcggacaca</w:t>
      </w:r>
      <w:proofErr w:type="spellEnd"/>
    </w:p>
    <w:p w14:paraId="2B482E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atcttgctaa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acactgtctt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catgttgtcg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gcccaaatgt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gaagacattc</w:t>
      </w:r>
      <w:proofErr w:type="spellEnd"/>
    </w:p>
    <w:p w14:paraId="0B1C254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aacttcttaa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gagtgcttat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atcagcacga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agttctactt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gcaccattat</w:t>
      </w:r>
      <w:proofErr w:type="spellEnd"/>
    </w:p>
    <w:p w14:paraId="51D0071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tatcagctgg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tatttttggt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gctgacctta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tacattcttt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gtagatactg</w:t>
      </w:r>
      <w:proofErr w:type="spellEnd"/>
    </w:p>
    <w:p w14:paraId="34ACCA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ttcgcacaaa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tgtctactta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gctgtctttg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ataaaaatct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ctatgacaaa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cttgtttcaa</w:t>
      </w:r>
      <w:proofErr w:type="spellEnd"/>
    </w:p>
    <w:p w14:paraId="63DFC0D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gctttttgga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aatgaagagt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gaaaagcaag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gatcgctgag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attcctaaag</w:t>
      </w:r>
      <w:proofErr w:type="spellEnd"/>
    </w:p>
    <w:p w14:paraId="19F51BB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gccatttata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actgaaagta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aaccttcagt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tgaacagaga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aaacaagatg</w:t>
      </w:r>
      <w:proofErr w:type="spellEnd"/>
    </w:p>
    <w:p w14:paraId="6B353D1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ataagaaaat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caaagcttgt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gttgaagaag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tctggaagaa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actaagttcc</w:t>
      </w:r>
      <w:proofErr w:type="spellEnd"/>
    </w:p>
    <w:p w14:paraId="747617C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tcacagaaaa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tatattgaca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tcttcatcca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gattctgcca</w:t>
      </w:r>
      <w:proofErr w:type="spellEnd"/>
    </w:p>
    <w:p w14:paraId="717B78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ctcttgttag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atcactttct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taaagaaaga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tgctccatat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atagtgggtg</w:t>
      </w:r>
      <w:proofErr w:type="spellEnd"/>
    </w:p>
    <w:p w14:paraId="28C1F1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atgttgttca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ttaactgctg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tggttatacc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gctggtggca</w:t>
      </w:r>
      <w:proofErr w:type="spellEnd"/>
    </w:p>
    <w:p w14:paraId="3366B76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ctactgaaat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gctagcgaaa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aagtgccaac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agacaattat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ataaccactt</w:t>
      </w:r>
      <w:proofErr w:type="spellEnd"/>
    </w:p>
    <w:p w14:paraId="06974B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acccgggtca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gggtttaaat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ggttacactg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tagaggaggc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aaagacagtg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cttaaaaagt</w:t>
      </w:r>
      <w:proofErr w:type="spellEnd"/>
    </w:p>
    <w:p w14:paraId="752CE0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gtaaaagtgc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cttttacatt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ctaccatcta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ttatctctaa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tgagaagcaa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gaaattcttg</w:t>
      </w:r>
      <w:proofErr w:type="spellEnd"/>
    </w:p>
    <w:p w14:paraId="55B653C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gaactgtttc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ttggaatttg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cgagaaatgc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ttgcacatgc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cgcaaattaa</w:t>
      </w:r>
      <w:proofErr w:type="spellEnd"/>
    </w:p>
    <w:p w14:paraId="4EB8DE3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tgcctgtctg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tgtggaaact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aaagccatag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acagcgtaaa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tataagggta</w:t>
      </w:r>
      <w:proofErr w:type="spellEnd"/>
    </w:p>
    <w:p w14:paraId="2531FD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ttaaaataca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agagggtgtg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ttacttttac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accagtaaaa</w:t>
      </w:r>
      <w:proofErr w:type="spellEnd"/>
    </w:p>
    <w:p w14:paraId="09E5A46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caactgtagc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gtcacttatc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aacacactta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acgatctaaa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gttacaatgc</w:t>
      </w:r>
      <w:proofErr w:type="spellEnd"/>
    </w:p>
    <w:p w14:paraId="49E0494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cacttggcta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tgtaacacat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ggcttaaatt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tggaagaagc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tgctcggtat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atgagatctc</w:t>
      </w:r>
      <w:proofErr w:type="spellEnd"/>
    </w:p>
    <w:p w14:paraId="3C67DE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tcaaagtgcc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agctacagtt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tctgtttctt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cacctgatgc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tgttacagcg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tataatggtt</w:t>
      </w:r>
      <w:proofErr w:type="spellEnd"/>
    </w:p>
    <w:p w14:paraId="77BF11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atcttacttc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ttcttctaaa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acacctgaag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tgaaaccatc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tcacttgctg</w:t>
      </w:r>
      <w:proofErr w:type="spellEnd"/>
    </w:p>
    <w:p w14:paraId="78145D6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gttcctataa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agattggtcc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tattctggac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aatctacaca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actaggtata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gaatttctta</w:t>
      </w:r>
      <w:proofErr w:type="spellEnd"/>
    </w:p>
    <w:p w14:paraId="4050F5E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tattacacta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gtaatcctac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cacattccac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ctagatggtg</w:t>
      </w:r>
      <w:proofErr w:type="spellEnd"/>
    </w:p>
    <w:p w14:paraId="7CF5F6D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aagttatcac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cttaagacac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gagagaagtg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aggactatta</w:t>
      </w:r>
      <w:proofErr w:type="spellEnd"/>
    </w:p>
    <w:p w14:paraId="030B1C6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aacagtagac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aacattaacc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tccacacgca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agttgtggac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atgtcaatga</w:t>
      </w:r>
      <w:proofErr w:type="spellEnd"/>
    </w:p>
    <w:p w14:paraId="5C4D58C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catatggaca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acagtttggt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ccaacttatt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tggatggagc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aaaataaaac</w:t>
      </w:r>
      <w:proofErr w:type="spellEnd"/>
    </w:p>
    <w:p w14:paraId="1E53E7C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ctcataattc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actctacgtg</w:t>
      </w:r>
      <w:proofErr w:type="spellEnd"/>
    </w:p>
    <w:p w14:paraId="13F0404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ttgaggcttt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tgagtactac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cacacaactg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atcctagttt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tctgggtagg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tacatgtcag</w:t>
      </w:r>
      <w:proofErr w:type="spellEnd"/>
    </w:p>
    <w:p w14:paraId="02DD812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cattaaatca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tggaaatacc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cacaagttaa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tggtttaact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tctattaaat</w:t>
      </w:r>
      <w:proofErr w:type="spellEnd"/>
    </w:p>
    <w:p w14:paraId="06AFE3C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gggcagataa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caactgttat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cttgccactg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cattgttaac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actccaacaa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atagagttga</w:t>
      </w:r>
      <w:proofErr w:type="spellEnd"/>
    </w:p>
    <w:p w14:paraId="24C2D8E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agtttaatcc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acctgctcta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caagatgctt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attacagagc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aagggctggt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gaagcggcta</w:t>
      </w:r>
      <w:proofErr w:type="spellEnd"/>
    </w:p>
    <w:p w14:paraId="62083E4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acttttgtgc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acttatctta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gcctactgta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ataagacagt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aggtgagtta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ggtgatgtta</w:t>
      </w:r>
      <w:proofErr w:type="spellEnd"/>
    </w:p>
    <w:p w14:paraId="7149D3A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gagaaacaat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gagttacttg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tttcaacatg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ccaatttaga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ttcttgcaaa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agagtcttga</w:t>
      </w:r>
      <w:proofErr w:type="spellEnd"/>
    </w:p>
    <w:p w14:paraId="3849126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acgtggtgtg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taaaacttgt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ggacaacagc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agacaaccct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taagggtgta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gaagctgtta</w:t>
      </w:r>
      <w:proofErr w:type="spellEnd"/>
    </w:p>
    <w:p w14:paraId="6653820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tttacatggg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tgttcagata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ccttgtacgt</w:t>
      </w:r>
      <w:proofErr w:type="spellEnd"/>
    </w:p>
    <w:p w14:paraId="2CB068D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tatctagtac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aacaggagtc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atgatgtcag</w:t>
      </w:r>
      <w:proofErr w:type="spellEnd"/>
    </w:p>
    <w:p w14:paraId="06B2C4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caccacctgc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tcagtatgaa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cttaagcatg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ttgtgctagt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gagtacactg</w:t>
      </w:r>
      <w:proofErr w:type="spellEnd"/>
    </w:p>
    <w:p w14:paraId="131E501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gtaattacca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gtgtggtcac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taacttctaa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agaaactttg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tattgcatag</w:t>
      </w:r>
      <w:proofErr w:type="spellEnd"/>
    </w:p>
    <w:p w14:paraId="0CF3619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acggtgcttt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tcctcagaat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acaaaggtcc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tattacggat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gttttctaca</w:t>
      </w:r>
      <w:proofErr w:type="spellEnd"/>
    </w:p>
    <w:p w14:paraId="6FF3B2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5821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aagaaaacag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ttacacaaca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accataaaac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cagttactta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taaattggat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ggtgttgttt</w:t>
      </w:r>
      <w:proofErr w:type="spellEnd"/>
    </w:p>
    <w:p w14:paraId="7314A24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gtacagaaat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tgaccctaag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agacaattct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tatttcacag</w:t>
      </w:r>
      <w:proofErr w:type="spellEnd"/>
    </w:p>
    <w:p w14:paraId="79A1A7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agcaaccaat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tgatcttgta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ccaaaccaac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catatccaaa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cgcaagcttc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gataatttta</w:t>
      </w:r>
      <w:proofErr w:type="spellEnd"/>
    </w:p>
    <w:p w14:paraId="499A240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agtttgtatg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tgataatatc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aaatttgctg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ccagttaact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ggttataaga</w:t>
      </w:r>
      <w:proofErr w:type="spellEnd"/>
    </w:p>
    <w:p w14:paraId="3965226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aacctgcttc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aagagagctt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aaagttacat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ttttccctga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cttaaatggt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gatgtggtgg</w:t>
      </w:r>
      <w:proofErr w:type="spellEnd"/>
    </w:p>
    <w:p w14:paraId="77E54E3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ctattgatta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taaacactac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acaccctctt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ttaagaaagg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agctaaattg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ttacataaac</w:t>
      </w:r>
      <w:proofErr w:type="spellEnd"/>
    </w:p>
    <w:p w14:paraId="32F65F6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ctattgtttg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gcatgttaac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aatgcaacta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ataaagccac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gtataaacca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aatacctggt</w:t>
      </w:r>
      <w:proofErr w:type="spellEnd"/>
    </w:p>
    <w:p w14:paraId="30B7FBD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gtatacgttg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tctttggagc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ttgaaacatc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aaattcgttt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gatgtactga</w:t>
      </w:r>
      <w:proofErr w:type="spellEnd"/>
    </w:p>
    <w:p w14:paraId="1D46459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agtcagagga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cgcgcaggga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atggataatc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ttgcctgcga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agatctaaaa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ccagtctctg</w:t>
      </w:r>
      <w:proofErr w:type="spellEnd"/>
    </w:p>
    <w:p w14:paraId="2BE9B3A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aagaagtagt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ggaaaatcct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accatacaga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aagacgttct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tgagtgtaat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gtgaaaacta</w:t>
      </w:r>
      <w:proofErr w:type="spellEnd"/>
    </w:p>
    <w:p w14:paraId="3F9E3E8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ccgaagttgt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aggagacatt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atacttaaac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cagcaaataa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acagaagagg</w:t>
      </w:r>
      <w:proofErr w:type="spellEnd"/>
    </w:p>
    <w:p w14:paraId="34D081C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ttggccacac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agatctaatg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gctgcttatg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tagacaattc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tagtcttact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attaagaaac</w:t>
      </w:r>
      <w:proofErr w:type="spellEnd"/>
    </w:p>
    <w:p w14:paraId="3E0E870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ctaatgaatt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atctagagta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ttaggtttga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aaacccttgc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tactcatggt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ttagctgctg</w:t>
      </w:r>
      <w:proofErr w:type="spellEnd"/>
    </w:p>
    <w:p w14:paraId="4E5E0C8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ttaatagtgt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cccttgggat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actatagcta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attatgctaa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gccttttctt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aacaaagttg</w:t>
      </w:r>
      <w:proofErr w:type="spellEnd"/>
    </w:p>
    <w:p w14:paraId="0914593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ttagtacaac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gttacacggt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gtttaaaccg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tgtttgtact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aattatatgc</w:t>
      </w:r>
      <w:proofErr w:type="spellEnd"/>
    </w:p>
    <w:p w14:paraId="6CB02E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ctacaattgt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gtacttttac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tagaagtaca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aattctagaa</w:t>
      </w:r>
      <w:proofErr w:type="spellEnd"/>
    </w:p>
    <w:p w14:paraId="3DFDB74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ttaaagcatc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tatgccgact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actatagcaa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taagagtgtc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ggtaaatttt</w:t>
      </w:r>
      <w:proofErr w:type="spellEnd"/>
    </w:p>
    <w:p w14:paraId="496C84F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gtctagaggc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ttcatttaat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tatttgaagt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cacctaattt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ttctaaactg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ataaatatta</w:t>
      </w:r>
      <w:proofErr w:type="spellEnd"/>
    </w:p>
    <w:p w14:paraId="6334F8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agtgtttgcc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taggttcttt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aatctactca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accgctgctt</w:t>
      </w:r>
      <w:proofErr w:type="spellEnd"/>
    </w:p>
    <w:p w14:paraId="0222B6E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taggtgtttt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ttaggcatgc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cttcttactg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tactggttac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agagaaggct</w:t>
      </w:r>
      <w:proofErr w:type="spellEnd"/>
    </w:p>
    <w:p w14:paraId="08CEEDB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atttgaactc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actattgcaa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cctactgtac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tggttctata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ccttgtagtg</w:t>
      </w:r>
      <w:proofErr w:type="spellEnd"/>
    </w:p>
    <w:p w14:paraId="0581873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tttgtcttag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tggtttagat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tctttagaca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cctatccttc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atacaaatta</w:t>
      </w:r>
      <w:proofErr w:type="spellEnd"/>
    </w:p>
    <w:p w14:paraId="552DAA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ccatttcatc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ttttaaatgg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agttgcagag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tggtttttgg</w:t>
      </w:r>
      <w:proofErr w:type="spellEnd"/>
    </w:p>
    <w:p w14:paraId="53F01D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tttcactagg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tttttctatg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tacttggatt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ggctgcaatc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atgcaattgt</w:t>
      </w:r>
      <w:proofErr w:type="spellEnd"/>
    </w:p>
    <w:p w14:paraId="3DB7CE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ttttcagcta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ttttgcagta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cattttatta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gtaattcttg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gcttatgtgg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ttaataatta</w:t>
      </w:r>
      <w:proofErr w:type="spellEnd"/>
    </w:p>
    <w:p w14:paraId="4F7EDA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atcttgtaca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aatggccccg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atttcagcta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tggttagaat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gtacatcttc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tttgcatcat</w:t>
      </w:r>
      <w:proofErr w:type="spellEnd"/>
    </w:p>
    <w:p w14:paraId="5097A65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tttattatgt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tatgtgcatg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ttgtagacgg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tcaacttgta</w:t>
      </w:r>
      <w:proofErr w:type="spellEnd"/>
    </w:p>
    <w:p w14:paraId="64D537B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agagcaacaa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gagtcgaatg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tacaactatt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gttaatggtg</w:t>
      </w:r>
      <w:proofErr w:type="spellEnd"/>
    </w:p>
    <w:p w14:paraId="62C8293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ttagaaggtc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cttttatgtc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tatgctaatg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gaggtaaagg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ctacacaatt</w:t>
      </w:r>
      <w:proofErr w:type="spellEnd"/>
    </w:p>
    <w:p w14:paraId="33E248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ggaattgtgt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ctggtagtac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atttattagt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gatgaagttg</w:t>
      </w:r>
      <w:proofErr w:type="spellEnd"/>
    </w:p>
    <w:p w14:paraId="0AF893D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cgagagactt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gtcactacag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tttaaaagac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caataaatcc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tactgaccag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tcttcttaca</w:t>
      </w:r>
      <w:proofErr w:type="spellEnd"/>
    </w:p>
    <w:p w14:paraId="7D4D35C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tcgttgatag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tgttacagtg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aagaatggtt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ccatccatct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ttactttgat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aaagctggtc</w:t>
      </w:r>
      <w:proofErr w:type="spellEnd"/>
    </w:p>
    <w:p w14:paraId="161467B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tgaaagacat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tctctctctc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cttagacaac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ctgagagcta</w:t>
      </w:r>
      <w:proofErr w:type="spellEnd"/>
    </w:p>
    <w:p w14:paraId="27DA898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ataacactaa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aggttcattg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cctattaatg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ttatagtttt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tcaaaatgtg</w:t>
      </w:r>
      <w:proofErr w:type="spellEnd"/>
    </w:p>
    <w:p w14:paraId="05D9E70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aagaatcatc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tgcaaaatca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gcgtctgttt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actacagtca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gcttatgtgt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caacctatac</w:t>
      </w:r>
      <w:proofErr w:type="spellEnd"/>
    </w:p>
    <w:p w14:paraId="138147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tgttactaga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tcaggcatta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gtgtctgatg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ttggtgatag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tgcggaagtt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gcagttaaaa</w:t>
      </w:r>
      <w:proofErr w:type="spellEnd"/>
    </w:p>
    <w:p w14:paraId="61B0E1A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tgtttgatgc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ttacgttaat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acgttttcat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caacttttaa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cgtaccaatg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gaaaaactca</w:t>
      </w:r>
      <w:proofErr w:type="spellEnd"/>
    </w:p>
    <w:p w14:paraId="59CEAB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aaacactagt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tgcaactgca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gaagctgaac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tgtgtcctta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gacaatgtct</w:t>
      </w:r>
      <w:proofErr w:type="spellEnd"/>
    </w:p>
    <w:p w14:paraId="68A383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tatttcagca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gctcggcaag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ggtttgttga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ttcagatgta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gaaactaaag</w:t>
      </w:r>
      <w:proofErr w:type="spellEnd"/>
    </w:p>
    <w:p w14:paraId="63F0977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atgttgttga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ttgtcacatc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aatctgacat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ggcgatagtt</w:t>
      </w:r>
      <w:proofErr w:type="spellEnd"/>
    </w:p>
    <w:p w14:paraId="1FEF3AB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gtaataacta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tatgctcacc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gacaccccgt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gaccttggtg</w:t>
      </w:r>
      <w:proofErr w:type="spellEnd"/>
    </w:p>
    <w:p w14:paraId="37AC8F2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cttgtattga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ctgtagtgcg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cgtcatatta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atgcgcaggt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agcaaaaagt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cacaacatta</w:t>
      </w:r>
      <w:proofErr w:type="spellEnd"/>
    </w:p>
    <w:p w14:paraId="71FD34C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8341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ctttgatatg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gaacgttaaa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gatttcatgt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cattgtctga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acaactacga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aaacaaatac</w:t>
      </w:r>
      <w:proofErr w:type="spellEnd"/>
    </w:p>
    <w:p w14:paraId="19DF373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gtagtgctgc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taaaaagaat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aacttacctt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actagacaag</w:t>
      </w:r>
      <w:proofErr w:type="spellEnd"/>
    </w:p>
    <w:p w14:paraId="235659B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ttgttaatgt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tgtaacaaca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aagatagcac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ttaagggtgg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aataattggt</w:t>
      </w:r>
      <w:proofErr w:type="spellEnd"/>
    </w:p>
    <w:p w14:paraId="42BC199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tgaagcagtt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aattaaagtt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tgctgctatt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ttctatttaa</w:t>
      </w:r>
      <w:proofErr w:type="spellEnd"/>
    </w:p>
    <w:p w14:paraId="452FAA5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taacacctgt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tcatgtcatg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tctaaacata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ctgacttttc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aagtgaaatc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ataggataca</w:t>
      </w:r>
      <w:proofErr w:type="spellEnd"/>
    </w:p>
    <w:p w14:paraId="50A6098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aggctattga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tggtggtgtc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actcgtgaca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tagcatctac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agatacttgt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tttgctaaca</w:t>
      </w:r>
      <w:proofErr w:type="spellEnd"/>
    </w:p>
    <w:p w14:paraId="0CC805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aacatgctga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tggtttagcc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agcgtggtgg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ttgttatact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aatgacaaag</w:t>
      </w:r>
      <w:proofErr w:type="spellEnd"/>
    </w:p>
    <w:p w14:paraId="707CD6E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cttgcccatt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gattgctgca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gtcataacaa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gagaagtggg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ttttgtcgtg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cctggtttgc</w:t>
      </w:r>
      <w:proofErr w:type="spellEnd"/>
    </w:p>
    <w:p w14:paraId="004D90E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ctggcacgat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attacgcaca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actaatggtg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actttttgca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tttcttacct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agagttttta</w:t>
      </w:r>
      <w:proofErr w:type="spellEnd"/>
    </w:p>
    <w:p w14:paraId="3ABB87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gtgcagttgg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taacatctgt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tacacaccat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agagtacact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gactttgcaa</w:t>
      </w:r>
      <w:proofErr w:type="spellEnd"/>
    </w:p>
    <w:p w14:paraId="475BD7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catcagcttg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tgttttggct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gctgaatgta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caatttttaa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agatgcttct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ggtaagccag</w:t>
      </w:r>
      <w:proofErr w:type="spellEnd"/>
    </w:p>
    <w:p w14:paraId="2958473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taccatattg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ttatgatacc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aatgtactag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aaggttctgt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tgcttatgaa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agtttacgcc</w:t>
      </w:r>
      <w:proofErr w:type="spellEnd"/>
    </w:p>
    <w:p w14:paraId="3AB178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ctgacacacg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ttatgtgctc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atggatggct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atttcctaac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acctaccttg</w:t>
      </w:r>
      <w:proofErr w:type="spellEnd"/>
    </w:p>
    <w:p w14:paraId="455B42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aaggttctgt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tagagtggta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attctgagta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ctgtaggcac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ggcacttgtg</w:t>
      </w:r>
      <w:proofErr w:type="spellEnd"/>
    </w:p>
    <w:p w14:paraId="59080D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aaagatcaga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tgtgtatcta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ctagtggtag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atgggtactt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aacaatgatt</w:t>
      </w:r>
      <w:proofErr w:type="spellEnd"/>
    </w:p>
    <w:p w14:paraId="25081D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attacagatc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tttaccagga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gttttctgtg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gtgtagatgc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tgtaaattta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cttactaata</w:t>
      </w:r>
      <w:proofErr w:type="spellEnd"/>
    </w:p>
    <w:p w14:paraId="436CA88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actaattcaa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cctattggtg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ctttggacat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atcagcatct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atagtagctg</w:t>
      </w:r>
      <w:proofErr w:type="spellEnd"/>
    </w:p>
    <w:p w14:paraId="3A8B09F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agctatcgta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gtaacatgcc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ttgcctacta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ttttatgagg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tttagaagag</w:t>
      </w:r>
      <w:proofErr w:type="spellEnd"/>
    </w:p>
    <w:p w14:paraId="0309C29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atacagtcat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gtagttgcct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actattcctt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atgtcattca</w:t>
      </w:r>
      <w:proofErr w:type="spellEnd"/>
    </w:p>
    <w:p w14:paraId="287AD26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ctgtactctg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tttaacacca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gtttactcat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tcttacctgg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gttatttact</w:t>
      </w:r>
      <w:proofErr w:type="spellEnd"/>
    </w:p>
    <w:p w14:paraId="0AE59D9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tgtacttgac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attttatctt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actaatgatg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tttctttttt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agcacatatt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cagtggatgg</w:t>
      </w:r>
      <w:proofErr w:type="spellEnd"/>
    </w:p>
    <w:p w14:paraId="25DABBB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ttatgttcac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acctttagta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cctttctgga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taacaattgc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ttatatcatt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tgtatttcca</w:t>
      </w:r>
      <w:proofErr w:type="spellEnd"/>
    </w:p>
    <w:p w14:paraId="53600E8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caaagcattt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ctattggttc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tttagtaatt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acctaaagag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acgtgtagtc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tttaatggtg</w:t>
      </w:r>
      <w:proofErr w:type="spellEnd"/>
    </w:p>
    <w:p w14:paraId="27195F7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tttcctttag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gaagctgcgc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tgtgcacctt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aaagaaatgt</w:t>
      </w:r>
      <w:proofErr w:type="spellEnd"/>
    </w:p>
    <w:p w14:paraId="136FB0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atctaaagtt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gcgtagtgat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ctcttacgca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atataataga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tacttagctc</w:t>
      </w:r>
      <w:proofErr w:type="spellEnd"/>
    </w:p>
    <w:p w14:paraId="3EE20D2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tttataataa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gtacaagtat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tttagtggag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caatggatac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aactagctac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agagaagctg</w:t>
      </w:r>
      <w:proofErr w:type="spellEnd"/>
    </w:p>
    <w:p w14:paraId="01200B8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cttgttgtca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tctcgcaaag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gctctcaatg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acttcagtaa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ctcaggttct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gatgttcttt</w:t>
      </w:r>
      <w:proofErr w:type="spellEnd"/>
    </w:p>
    <w:p w14:paraId="4566286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accaaccacc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acaaatctct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atcacctcag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ctgttttgca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gagtggtttt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agaaaaatgg</w:t>
      </w:r>
      <w:proofErr w:type="spellEnd"/>
    </w:p>
    <w:p w14:paraId="7B280D3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cattcccatc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tggtaaagtt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gagggttgta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tggtacaagt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aacttgtggt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acaactacac</w:t>
      </w:r>
      <w:proofErr w:type="spellEnd"/>
    </w:p>
    <w:p w14:paraId="4A9100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ttaacggtct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ttggcttgat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gacgtagttt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actgtccaag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acatgtgatc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tgcacctctg</w:t>
      </w:r>
      <w:proofErr w:type="spellEnd"/>
    </w:p>
    <w:p w14:paraId="37CA4E0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aagacatgct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taaccctaat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tactcattcg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taagtctaat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cataatttct</w:t>
      </w:r>
      <w:proofErr w:type="spellEnd"/>
    </w:p>
    <w:p w14:paraId="671F789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tggtacaggc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tggtaatgtt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caactcaggg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ttattggaca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ttctatgcaa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aattgtgtac</w:t>
      </w:r>
      <w:proofErr w:type="spellEnd"/>
    </w:p>
    <w:p w14:paraId="3D623F3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ttaagcttaa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ggttgataca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gccaatccta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agacacctaa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gtataagttt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gttcgcattc</w:t>
      </w:r>
      <w:proofErr w:type="spellEnd"/>
    </w:p>
    <w:p w14:paraId="7D1F7B8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aaccaggaca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gactttttca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gtgttagctt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gttacaatgg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ttcaccatct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ggtgtttacc</w:t>
      </w:r>
      <w:proofErr w:type="spellEnd"/>
    </w:p>
    <w:p w14:paraId="3BD257B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aatgtgctat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gaggcacaat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agggttcatt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ccttaatggt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tcatgtggta</w:t>
      </w:r>
      <w:proofErr w:type="spellEnd"/>
    </w:p>
    <w:p w14:paraId="0F7AC19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gtgttggttt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taacatagat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tctctttttg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ttacatgcac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catatggaat</w:t>
      </w:r>
      <w:proofErr w:type="spellEnd"/>
    </w:p>
    <w:p w14:paraId="7361C9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taccaactgg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agttcatgct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ggcacagact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tagaaggtaa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cttttatgga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ccttttgttg</w:t>
      </w:r>
      <w:proofErr w:type="spellEnd"/>
    </w:p>
    <w:p w14:paraId="096BA4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acaggcaaac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agcacaagca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gctggtacgg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tacagttaat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gttttagctt</w:t>
      </w:r>
      <w:proofErr w:type="spellEnd"/>
    </w:p>
    <w:p w14:paraId="0183A7A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ggttgtacgc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aatggagaca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ggtggtttct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caatcgattt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accacaactc</w:t>
      </w:r>
      <w:proofErr w:type="spellEnd"/>
    </w:p>
    <w:p w14:paraId="32C3979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taaccttgtg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gctatgaagt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acaattatga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acctctaaca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caagaccatg</w:t>
      </w:r>
      <w:proofErr w:type="spellEnd"/>
    </w:p>
    <w:p w14:paraId="149A97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ttgacatact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aggacctctt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tctgctcaaa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ctggaattgc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cgttttagat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atgtgtgctt</w:t>
      </w:r>
      <w:proofErr w:type="spellEnd"/>
    </w:p>
    <w:p w14:paraId="09A2B3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cattaaaaga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aatggtatga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atggacgtac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catattgggt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agtgctttat</w:t>
      </w:r>
      <w:proofErr w:type="spellEnd"/>
    </w:p>
    <w:p w14:paraId="41DA31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10861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tagaagatga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atttacacct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tttgatgttg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actttccaaa</w:t>
      </w:r>
      <w:proofErr w:type="spellEnd"/>
    </w:p>
    <w:p w14:paraId="6ABA727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gtgcagtgaa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aagaacaatc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aagggtacac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accactggtt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gttactcaca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attttgactt</w:t>
      </w:r>
      <w:proofErr w:type="spellEnd"/>
    </w:p>
    <w:p w14:paraId="0DC5BF6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cacttttagt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tttagtccag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agtactcaat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ggtctttgtt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tatgaaaatg</w:t>
      </w:r>
      <w:proofErr w:type="spellEnd"/>
    </w:p>
    <w:p w14:paraId="764BD40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ggtattattg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ctatgtctgc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atgtttgtca</w:t>
      </w:r>
      <w:proofErr w:type="spellEnd"/>
    </w:p>
    <w:p w14:paraId="561166E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aacataagca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tgcatttctc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tgttaccttc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tcttgccact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gtagcttatt</w:t>
      </w:r>
      <w:proofErr w:type="spellEnd"/>
    </w:p>
    <w:p w14:paraId="74A4C63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ctatatgcct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gctagttggg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tgatgcgtat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tatgacatgg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ttggatatgg</w:t>
      </w:r>
      <w:proofErr w:type="spellEnd"/>
    </w:p>
    <w:p w14:paraId="7055FFB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ttgatactag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aaagactgtg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atcagctgta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gtgttactaa</w:t>
      </w:r>
      <w:proofErr w:type="spellEnd"/>
    </w:p>
    <w:p w14:paraId="2E3F8BC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agcaagaact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gtgtatgatg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atggtgctag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gagagtgtgg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acacttatga</w:t>
      </w:r>
      <w:proofErr w:type="spellEnd"/>
    </w:p>
    <w:p w14:paraId="56E361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actcgtttat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aaagtttatt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atggtaatgc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gccatttcca</w:t>
      </w:r>
      <w:proofErr w:type="spellEnd"/>
    </w:p>
    <w:p w14:paraId="6C30F09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tgtgggctct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tataatctct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gttacttcta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actactcagg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tgtagttaca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actgtcatgt</w:t>
      </w:r>
      <w:proofErr w:type="spellEnd"/>
    </w:p>
    <w:p w14:paraId="2C8A470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ttttggccag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tttatgtgtg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ttgagtattg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ccctattttc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ttcataactg</w:t>
      </w:r>
      <w:proofErr w:type="spellEnd"/>
    </w:p>
    <w:p w14:paraId="4FD42C6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gtaatacact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tcagtgtata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aggctatttt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tgtacttgtt</w:t>
      </w:r>
      <w:proofErr w:type="spellEnd"/>
    </w:p>
    <w:p w14:paraId="19B8B9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actttggcct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ctcaaccgct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actttagact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gactcttggt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gtttatgatt</w:t>
      </w:r>
      <w:proofErr w:type="spellEnd"/>
    </w:p>
    <w:p w14:paraId="5EC15D4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acttagtttc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tacacaggag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tgaattcaca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gggactactc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ccacccaaga</w:t>
      </w:r>
      <w:proofErr w:type="spellEnd"/>
    </w:p>
    <w:p w14:paraId="3B24AF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atagcataga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tgccttcaaa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aattgttggg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tgttggtggc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aaaccttgta</w:t>
      </w:r>
      <w:proofErr w:type="spellEnd"/>
    </w:p>
    <w:p w14:paraId="096BF19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tcaaagtagc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cactgtacag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tctaaaatgt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cagatgtaaa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gtgcacatca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gtagtcttac</w:t>
      </w:r>
      <w:proofErr w:type="spellEnd"/>
    </w:p>
    <w:p w14:paraId="0D20491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tctcagtttt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gcaacaactc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agagtagaat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catcatctaa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attgtgggct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caatgtgtcc</w:t>
      </w:r>
      <w:proofErr w:type="spellEnd"/>
    </w:p>
    <w:p w14:paraId="2AA1787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agttacacaa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tgacattctc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ttagctaaag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atactactga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agcctttgaa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aaaatggttt</w:t>
      </w:r>
      <w:proofErr w:type="spellEnd"/>
    </w:p>
    <w:p w14:paraId="0F961C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cactactttc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tccatgcagg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gtgctgtaga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cataaacaag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ctttgtgaag</w:t>
      </w:r>
      <w:proofErr w:type="spellEnd"/>
    </w:p>
    <w:p w14:paraId="0CC3F31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aaatgctgga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caacagggca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accttacaag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ctatagcctc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agagtttagt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tcccttccat</w:t>
      </w:r>
      <w:proofErr w:type="spellEnd"/>
    </w:p>
    <w:p w14:paraId="5451A6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catatgcagc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ttttgctact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gctcaagaag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cttatgagca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ggctgttgct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aatggtgatt</w:t>
      </w:r>
      <w:proofErr w:type="spellEnd"/>
    </w:p>
    <w:p w14:paraId="5B5FF6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ctgaagttgt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tcttaaaaag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ttgaagaagt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ctttgaatgt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ggctaaatct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gaatttgacc</w:t>
      </w:r>
      <w:proofErr w:type="spellEnd"/>
    </w:p>
    <w:p w14:paraId="0B71AF7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gtgatgcagc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catgcaacgt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aagttggaaa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agatggctga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tcaagctatg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acccaaatgt</w:t>
      </w:r>
      <w:proofErr w:type="spellEnd"/>
    </w:p>
    <w:p w14:paraId="23656EE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ataaacaggc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tagatctgag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gacaagaggg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caaaagttac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tagtgctatg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cagacaatgc</w:t>
      </w:r>
      <w:proofErr w:type="spellEnd"/>
    </w:p>
    <w:p w14:paraId="055B70E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ttttcactat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gcttagaaag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atgcactcaa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aacaatgcaa</w:t>
      </w:r>
      <w:proofErr w:type="spellEnd"/>
    </w:p>
    <w:p w14:paraId="200611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gagatggttg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tgttcccttg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aacataatac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ctcttacaac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agcagccaaa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ctaatggttg</w:t>
      </w:r>
      <w:proofErr w:type="spellEnd"/>
    </w:p>
    <w:p w14:paraId="23DEEF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tcataccaga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cgtgtgatgg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tacaacattt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acttatgcat</w:t>
      </w:r>
      <w:proofErr w:type="spellEnd"/>
    </w:p>
    <w:p w14:paraId="3A8B940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cagcattgtg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ggaaatccaa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caggttgtag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atgcagatag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caacttagtg</w:t>
      </w:r>
      <w:proofErr w:type="spellEnd"/>
    </w:p>
    <w:p w14:paraId="17BBA1B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aaattagtat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ggacaattca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cctaatttag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catggcctct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tattgtaaca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gctttaaggg</w:t>
      </w:r>
      <w:proofErr w:type="spellEnd"/>
    </w:p>
    <w:p w14:paraId="1437F85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ccaattctgc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tgtcaaatta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agcttagtcc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tgttgcacta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cgacagatgt</w:t>
      </w:r>
      <w:proofErr w:type="spellEnd"/>
    </w:p>
    <w:p w14:paraId="424016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cttgtgctgc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cggtactaca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gcactgatga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caatgcgtta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gcttactaca</w:t>
      </w:r>
      <w:proofErr w:type="spellEnd"/>
    </w:p>
    <w:p w14:paraId="2FBB4CD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gggaggtagg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tttgtacttg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cactgttatc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cgatttacag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gatttgaaat</w:t>
      </w:r>
      <w:proofErr w:type="spellEnd"/>
    </w:p>
    <w:p w14:paraId="3F7FEBC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gggctagatt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ccctaagagt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gatggaactg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gtactatcta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tacagaactg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gaaccacctt</w:t>
      </w:r>
      <w:proofErr w:type="spellEnd"/>
    </w:p>
    <w:p w14:paraId="298463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gtaggtttgt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tacagacaca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cctaaaggtc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ctaaagtgaa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gtatttatac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tttattaaag</w:t>
      </w:r>
      <w:proofErr w:type="spellEnd"/>
    </w:p>
    <w:p w14:paraId="56F909A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cctaaataga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ggtatggtac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agctgccaca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gtacgtctac</w:t>
      </w:r>
      <w:proofErr w:type="spellEnd"/>
    </w:p>
    <w:p w14:paraId="2AF5289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aagctggtaa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tgcaacagaa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gtgcctgcca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attcaactgt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attatctttc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tgtgcttttg</w:t>
      </w:r>
      <w:proofErr w:type="spellEnd"/>
    </w:p>
    <w:p w14:paraId="1A23BEB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ctgtagatgc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tgctaaagct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atctagctag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tgggggacaa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ccaatcacta</w:t>
      </w:r>
      <w:proofErr w:type="spellEnd"/>
    </w:p>
    <w:p w14:paraId="685753D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acacacactg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gtactggtca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ggcaataaca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gtcacaccgg</w:t>
      </w:r>
      <w:proofErr w:type="spellEnd"/>
    </w:p>
    <w:p w14:paraId="7938E44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aagccaatat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ggatcaagaa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gtgcatcgtg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ttgtctgtac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tgccgttgcc</w:t>
      </w:r>
      <w:proofErr w:type="spellEnd"/>
    </w:p>
    <w:p w14:paraId="169B65D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acatagatca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tccaaatcct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aaaggatttt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gtgacttaaa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aggtaagtat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gtacaaatac</w:t>
      </w:r>
      <w:proofErr w:type="spellEnd"/>
    </w:p>
    <w:p w14:paraId="629DE8E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ctacaacttg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cctgtgggtt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ttacacttaa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aaacacagtc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tgtaccgtct</w:t>
      </w:r>
      <w:proofErr w:type="spellEnd"/>
    </w:p>
    <w:p w14:paraId="5EFCC7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gcggtatgtg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gaaaggttat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ggctgtagtt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gtgatcaact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ccgcgaaccc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atgcttcagt</w:t>
      </w:r>
      <w:proofErr w:type="spellEnd"/>
    </w:p>
    <w:p w14:paraId="228E990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13381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cagctgatgc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acaatcgttt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ttaaacgggt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ttgcggtgta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agtgcagccc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gtcttacacc</w:t>
      </w:r>
      <w:proofErr w:type="spellEnd"/>
    </w:p>
    <w:p w14:paraId="53926C4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gtgcggcaca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ggcactagta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ctgatgtcgt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atacagggct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tttgacatct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acaatgataa</w:t>
      </w:r>
      <w:proofErr w:type="spellEnd"/>
    </w:p>
    <w:p w14:paraId="3350B07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agtagctggt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tcctaaaaac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taattgttgt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cgcttccaag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aaaaggacga</w:t>
      </w:r>
      <w:proofErr w:type="spellEnd"/>
    </w:p>
    <w:p w14:paraId="398F9D4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ttaattgatt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cttactttgt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agttaagaga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cacactttct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ctaactacca</w:t>
      </w:r>
      <w:proofErr w:type="spellEnd"/>
    </w:p>
    <w:p w14:paraId="5592706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atttacttaa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ggattgtcca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aacatgactt</w:t>
      </w:r>
      <w:proofErr w:type="spellEnd"/>
    </w:p>
    <w:p w14:paraId="6DEF330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ctttaagttt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agaatagacg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gtgacatggt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accacatata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tcacgtcaac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gtcttactaa</w:t>
      </w:r>
      <w:proofErr w:type="spellEnd"/>
    </w:p>
    <w:p w14:paraId="0C8566F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gcagacctcg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tctatgcttt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aaggcatttt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gatgaaggta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attgtgacac</w:t>
      </w:r>
      <w:proofErr w:type="spellEnd"/>
    </w:p>
    <w:p w14:paraId="74CAE5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attaaaagaa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atacttgtca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catacaattg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ttgtgatgat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gattatttca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ataaaaagga</w:t>
      </w:r>
      <w:proofErr w:type="spellEnd"/>
    </w:p>
    <w:p w14:paraId="26D2161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ctggtatgat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tttgtagaaa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acccagatat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attacgcgta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tacgccaact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taggtgaacg</w:t>
      </w:r>
      <w:proofErr w:type="spellEnd"/>
    </w:p>
    <w:p w14:paraId="64A666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tgtacgccaa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aaacagtaca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gccatgcgaa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atgctggtat</w:t>
      </w:r>
      <w:proofErr w:type="spellEnd"/>
    </w:p>
    <w:p w14:paraId="5EC9002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ctgacattag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ataatcaaga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tctcaatggt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aactggtatg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atttcggtga</w:t>
      </w:r>
      <w:proofErr w:type="spellEnd"/>
    </w:p>
    <w:p w14:paraId="60188E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accacgccag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gtagtggagt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tcctgttgta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gattcttatt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attcattgtt</w:t>
      </w:r>
      <w:proofErr w:type="spellEnd"/>
    </w:p>
    <w:p w14:paraId="29120C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aatgcctata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ttaaccttga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ccagggcttt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aactgcagag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tcacatgttg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acactgactt</w:t>
      </w:r>
      <w:proofErr w:type="spellEnd"/>
    </w:p>
    <w:p w14:paraId="34740D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aacaaagcct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tacattaagt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gggatttgtt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ttcacggaag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agaggttaaa</w:t>
      </w:r>
      <w:proofErr w:type="spellEnd"/>
    </w:p>
    <w:p w14:paraId="632BB95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actctttgac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cgttatttta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aatattggga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tcagacatac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cacccaaatt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gtgttaactg</w:t>
      </w:r>
      <w:proofErr w:type="spellEnd"/>
    </w:p>
    <w:p w14:paraId="1F7322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tttggatgac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agatgcattc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tgcattgtgc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aaactttaat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ctacagtgtt</w:t>
      </w:r>
      <w:proofErr w:type="spellEnd"/>
    </w:p>
    <w:p w14:paraId="1EFD13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cccacttaca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cactagtgag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aaaaatattt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ttccatttgt</w:t>
      </w:r>
      <w:proofErr w:type="spellEnd"/>
    </w:p>
    <w:p w14:paraId="6DF4503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ggataccact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tcagagagct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aggtgttgta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cataatcagg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atgtaaactt</w:t>
      </w:r>
      <w:proofErr w:type="spellEnd"/>
    </w:p>
    <w:p w14:paraId="50B6F5A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acatagctct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agacttagtt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ttaaggaatt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acttgtgtat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gctgctgacc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ctgctatgca</w:t>
      </w:r>
      <w:proofErr w:type="spellEnd"/>
    </w:p>
    <w:p w14:paraId="15FAB1D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cgctgcttct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ggtaatctat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tactagataa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acgcactacg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tgcttttcag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tagctgcact</w:t>
      </w:r>
      <w:proofErr w:type="spellEnd"/>
    </w:p>
    <w:p w14:paraId="4D85DC2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gttgcttttc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aaactgtcaa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acccggtaat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acttctatga</w:t>
      </w:r>
      <w:proofErr w:type="spellEnd"/>
    </w:p>
    <w:p w14:paraId="235B837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tctaagggtt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tctttaagga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aggaagttct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aacacttctt</w:t>
      </w:r>
      <w:proofErr w:type="spellEnd"/>
    </w:p>
    <w:p w14:paraId="08CFF2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ctttgctcag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gatggtaatg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ctgctatcag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cgattatgac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tactatcgtt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ataatctacc</w:t>
      </w:r>
      <w:proofErr w:type="spellEnd"/>
    </w:p>
    <w:p w14:paraId="2C8AA9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gatatcagac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aactactatt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tgtagttgaa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gttgttgata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agtactttga</w:t>
      </w:r>
      <w:proofErr w:type="spellEnd"/>
    </w:p>
    <w:p w14:paraId="5E87F9D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ttgttacgat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ggtggctgta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ccaagtcatc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gtcaacaacc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tagacaaatc</w:t>
      </w:r>
      <w:proofErr w:type="spellEnd"/>
    </w:p>
    <w:p w14:paraId="21894BB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ccatttaata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aatggggtaa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ggctagactt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tattatgatt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caatgagtta</w:t>
      </w:r>
      <w:proofErr w:type="spellEnd"/>
    </w:p>
    <w:p w14:paraId="2B2A2FF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tgaggatcaa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gatgcacttt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tcgcatatac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gtcatcccta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ctataactca</w:t>
      </w:r>
      <w:proofErr w:type="spellEnd"/>
    </w:p>
    <w:p w14:paraId="0C7F5FC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aatgaatctt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aagtatgcca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ttagtgcaaa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gaatagagct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cgcaccgtag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ctggtgtctc</w:t>
      </w:r>
      <w:proofErr w:type="spellEnd"/>
    </w:p>
    <w:p w14:paraId="0D89A2C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tatctgtagt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actatgacca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atagacagtt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tcatcaaaaa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ttattgaaat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caatagccgc</w:t>
      </w:r>
      <w:proofErr w:type="spellEnd"/>
    </w:p>
    <w:p w14:paraId="74370F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cactagagga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gctactgtag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taattggaac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aagcaaattc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tatggtggtt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ggcacaatat</w:t>
      </w:r>
      <w:proofErr w:type="spellEnd"/>
    </w:p>
    <w:p w14:paraId="7F50EB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gtttatagtg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atgtagaaaa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ccctcacctt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atgggttggg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attatcctaa</w:t>
      </w:r>
      <w:proofErr w:type="spellEnd"/>
    </w:p>
    <w:p w14:paraId="5E61EB7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gccatgccta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acatgcttag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aattatggcc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tcacttgttc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ttgctcgcaa</w:t>
      </w:r>
      <w:proofErr w:type="spellEnd"/>
    </w:p>
    <w:p w14:paraId="6D93BD6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acatacaacg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tgttgtagct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tgtcacaccg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tttctataga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ttagctaatg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agtgtgctca</w:t>
      </w:r>
      <w:proofErr w:type="spellEnd"/>
    </w:p>
    <w:p w14:paraId="57D5EB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agtattgagt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gaaatggtca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tgtgtggcgg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ttcactatat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gtggaacctc</w:t>
      </w:r>
      <w:proofErr w:type="spellEnd"/>
    </w:p>
    <w:p w14:paraId="44BBCB4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atcaggagat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gccacaactg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cttatgctaa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tagtgttttt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aagctgtcac</w:t>
      </w:r>
      <w:proofErr w:type="spellEnd"/>
    </w:p>
    <w:p w14:paraId="73736C2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ggccaatgtt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aatgcacttt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attgccgata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agtatgtccg</w:t>
      </w:r>
      <w:proofErr w:type="spellEnd"/>
    </w:p>
    <w:p w14:paraId="2E0978A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caatttacaa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cacagacttt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atgagtgtct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ctatagaaat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agagatgttg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acacagactt</w:t>
      </w:r>
      <w:proofErr w:type="spellEnd"/>
    </w:p>
    <w:p w14:paraId="3C65653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tgtgaatgag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ttttacgcat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atttgcgtaa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acatttctca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atgatgatac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tctctgacga</w:t>
      </w:r>
      <w:proofErr w:type="spellEnd"/>
    </w:p>
    <w:p w14:paraId="18E9000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tgtttcaata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gcacttatgc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atctcaaggt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ctagtggcta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gcataaagaa</w:t>
      </w:r>
      <w:proofErr w:type="spellEnd"/>
    </w:p>
    <w:p w14:paraId="3DB372A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ctttaagtca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gttctttatt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atcaaaacaa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tctgaagcaa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aatgttggac</w:t>
      </w:r>
      <w:proofErr w:type="spellEnd"/>
    </w:p>
    <w:p w14:paraId="28421D2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tgagactgac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cttactaaag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gacctcatga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tgctagttaa</w:t>
      </w:r>
      <w:proofErr w:type="spellEnd"/>
    </w:p>
    <w:p w14:paraId="0B661D2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accttcctta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cccagatcca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tcaagaatcc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taggggccgg</w:t>
      </w:r>
      <w:proofErr w:type="spellEnd"/>
    </w:p>
    <w:p w14:paraId="6778C7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ctgttttgta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gatgatatcg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taaaaacaga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tggtacactt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atgattgaac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ggttcgtgtc</w:t>
      </w:r>
      <w:proofErr w:type="spellEnd"/>
    </w:p>
    <w:p w14:paraId="1F7AB57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tttagctata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gatgcttacc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cacttactaa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acatcctaat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caggagtatg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ctgatgtctt</w:t>
      </w:r>
      <w:proofErr w:type="spellEnd"/>
    </w:p>
    <w:p w14:paraId="4190769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tcatttgtac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ttacaataca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taagaaagct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acatgatgag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ttaacaggac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acatgttaga</w:t>
      </w:r>
      <w:proofErr w:type="spellEnd"/>
    </w:p>
    <w:p w14:paraId="5E2248F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gttatgctta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ctaatgataa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cacttcaagg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tattgggaac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ctgagtttta</w:t>
      </w:r>
      <w:proofErr w:type="spellEnd"/>
    </w:p>
    <w:p w14:paraId="6455D17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tgaggctatg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tacacaccgc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atacagtctt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acaggctgtt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ggggcttgtg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ttctttgcaa</w:t>
      </w:r>
      <w:proofErr w:type="spellEnd"/>
    </w:p>
    <w:p w14:paraId="4B52BD9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ttcacagact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tcattaagat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gtggtgcttg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catacgtaga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ccattcttat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gttgtaaatg</w:t>
      </w:r>
      <w:proofErr w:type="spellEnd"/>
    </w:p>
    <w:p w14:paraId="40403C7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ctgttacgac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catgtcatat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caacatcaca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taaattagtc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atccgtatgt</w:t>
      </w:r>
      <w:proofErr w:type="spellEnd"/>
    </w:p>
    <w:p w14:paraId="7B5DAA8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ccaggttgtg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atgtcacaga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tgtgactcaa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ctttacttag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gaggtatgag</w:t>
      </w:r>
      <w:proofErr w:type="spellEnd"/>
    </w:p>
    <w:p w14:paraId="5363E77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aaatcacata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aaccacccat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tagttttcca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ttgtgtgcta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atggacaagt</w:t>
      </w:r>
      <w:proofErr w:type="spellEnd"/>
    </w:p>
    <w:p w14:paraId="3AB2B13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ttttggttta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catgtgttgg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tagcgataat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gttactgact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ttaatgcaat</w:t>
      </w:r>
      <w:proofErr w:type="spellEnd"/>
    </w:p>
    <w:p w14:paraId="744488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tgcaacatgt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gactggacaa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gctaacacct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gtactgaaag</w:t>
      </w:r>
      <w:proofErr w:type="spellEnd"/>
    </w:p>
    <w:p w14:paraId="04283AD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actcaagctt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tttgcagcag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aaacgctcaa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agctactgag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gagacattta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aactgtctta</w:t>
      </w:r>
      <w:proofErr w:type="spellEnd"/>
    </w:p>
    <w:p w14:paraId="166597D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actgtacgtg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aagtgctgtc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catgggaagt</w:t>
      </w:r>
      <w:proofErr w:type="spellEnd"/>
    </w:p>
    <w:p w14:paraId="527E7E6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tggtaaacct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agaccaccac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ttaaccgaaa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actggttatc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gtgtaactaa</w:t>
      </w:r>
      <w:proofErr w:type="spellEnd"/>
    </w:p>
    <w:p w14:paraId="59C4F05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gtacaaatag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gagagtacac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ctttgaaaaa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gtgatgctgt</w:t>
      </w:r>
      <w:proofErr w:type="spellEnd"/>
    </w:p>
    <w:p w14:paraId="7345242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tgtttaccga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ggtacaacaa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cttacaaatt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tgctgacatc</w:t>
      </w:r>
      <w:proofErr w:type="spellEnd"/>
    </w:p>
    <w:p w14:paraId="3E88D1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acatacagta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atgccattaa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gtgcacctac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actagtgcca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caagagcact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atgttagaat</w:t>
      </w:r>
      <w:proofErr w:type="spellEnd"/>
    </w:p>
    <w:p w14:paraId="21D039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tactggctta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tacccaacac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tcaatatctc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agatgagttt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tctagcaatg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ttgcaaatta</w:t>
      </w:r>
      <w:proofErr w:type="spellEnd"/>
    </w:p>
    <w:p w14:paraId="4C2A69E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tcaaaaggtt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ggtatgcaaa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agtattctac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actccaggga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ccacctggta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ctggtaagag</w:t>
      </w:r>
      <w:proofErr w:type="spellEnd"/>
    </w:p>
    <w:p w14:paraId="122E11F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tcattttgct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attggcctag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ctctctacta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cccttctgct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cgcatagtgt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atacagcttg</w:t>
      </w:r>
      <w:proofErr w:type="spellEnd"/>
    </w:p>
    <w:p w14:paraId="0C7345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ctctcatgcc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cactatgtga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gaaggcatta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aaatatttgc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ctatagataa</w:t>
      </w:r>
      <w:proofErr w:type="spellEnd"/>
    </w:p>
    <w:p w14:paraId="3D4CC83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atgtagtaga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attatacctg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cacgtgctcg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tgtagagtgt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tcaaagtgaa</w:t>
      </w:r>
      <w:proofErr w:type="spellEnd"/>
    </w:p>
    <w:p w14:paraId="45A8D8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ttcaacatta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gaacagtatg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tcttttgtac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tgtaaatgca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ttgcctgaga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cgacagcaga</w:t>
      </w:r>
      <w:proofErr w:type="spellEnd"/>
    </w:p>
    <w:p w14:paraId="79871C3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tatagttgtc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tttgatgaaa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tttcaatggc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cacaaattat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gatttgagtg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ttgtcaatgc</w:t>
      </w:r>
      <w:proofErr w:type="spellEnd"/>
    </w:p>
    <w:p w14:paraId="4F514E4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cagattacgt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gctaagcact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atgtgtacat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tggcgaccct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gctcaattac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ctgcaccacg</w:t>
      </w:r>
      <w:proofErr w:type="spellEnd"/>
    </w:p>
    <w:p w14:paraId="7D34E8E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cacattgcta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actaagggca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cactagaacc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agaatatttc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aattcagtgt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gtagacttat</w:t>
      </w:r>
      <w:proofErr w:type="spellEnd"/>
    </w:p>
    <w:p w14:paraId="71D81AC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gaaaactata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ggtccagaca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tgttcctcgg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aacttgtcgg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cgttgtcctg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ctgaaattgt</w:t>
      </w:r>
      <w:proofErr w:type="spellEnd"/>
    </w:p>
    <w:p w14:paraId="0A88CA2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agtgctttgg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tttatgataa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taagcttaaa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gcacataaag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acaaatcagc</w:t>
      </w:r>
      <w:proofErr w:type="spellEnd"/>
    </w:p>
    <w:p w14:paraId="3CC0A72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tcaatgcttt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ataagggtgt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tatcacgcat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gatgtttcat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ctgcaattaa</w:t>
      </w:r>
      <w:proofErr w:type="spellEnd"/>
    </w:p>
    <w:p w14:paraId="45D9E46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caggccacaa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ataggcgtgg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taagagaatt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ccttacacgt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aaccctgctt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ggagaaaagc</w:t>
      </w:r>
      <w:proofErr w:type="spellEnd"/>
    </w:p>
    <w:p w14:paraId="531C1DB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tgtctttatt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tcaccttata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attcacagaa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tgctgtagcc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tgggactacc</w:t>
      </w:r>
      <w:proofErr w:type="spellEnd"/>
    </w:p>
    <w:p w14:paraId="78AC7DD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aactcaaact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gttgattcat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cacagggctc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tatgtcatat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tcactcaaac</w:t>
      </w:r>
      <w:proofErr w:type="spellEnd"/>
    </w:p>
    <w:p w14:paraId="0C65BB0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cactgaaaca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gctcactctt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cagatttaat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gttgctatta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ccagagcaaa</w:t>
      </w:r>
      <w:proofErr w:type="spellEnd"/>
    </w:p>
    <w:p w14:paraId="35C53F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agtaggcata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ctttgcataa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tgtctgatag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agacctttat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gacaagttgc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aatttacaag</w:t>
      </w:r>
      <w:proofErr w:type="spellEnd"/>
    </w:p>
    <w:p w14:paraId="6B15ABA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tcttgaaatt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ccacgtagga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atgtggcaac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tttacaagct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gaaaatgtaa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caggactctt</w:t>
      </w:r>
      <w:proofErr w:type="spellEnd"/>
    </w:p>
    <w:p w14:paraId="39677E7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taaagattgt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agtaaggtaa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tcactgggtt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acatcctaca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caggcaccta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cacacctcag</w:t>
      </w:r>
      <w:proofErr w:type="spellEnd"/>
    </w:p>
    <w:p w14:paraId="526A54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tgttgacact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ctgaaggttt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gtacctggca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tacctaagga</w:t>
      </w:r>
      <w:proofErr w:type="spellEnd"/>
    </w:p>
    <w:p w14:paraId="5447B69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catgacctat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agaagactca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tctctatgat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gggttttaaa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atgaattatc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aagttaatgg</w:t>
      </w:r>
      <w:proofErr w:type="spellEnd"/>
    </w:p>
    <w:p w14:paraId="5E34EA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ttaccctaac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atgtttatca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cccgcgaaga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agctataaga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catgtacgtg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catggattgg</w:t>
      </w:r>
      <w:proofErr w:type="spellEnd"/>
    </w:p>
    <w:p w14:paraId="2F15A91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cttcgatgtc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gaggggtgtc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atgctactag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agaagctgtt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ggtaccaatt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tacctttaca</w:t>
      </w:r>
      <w:proofErr w:type="spellEnd"/>
    </w:p>
    <w:p w14:paraId="6D058B3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gctaggtttt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tctacaggtg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ttaacctagt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tgctgtacct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ttgatacacc</w:t>
      </w:r>
      <w:proofErr w:type="spellEnd"/>
    </w:p>
    <w:p w14:paraId="08BB648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taataataca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gatttttcca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gagttagtgc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taaaccaccg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cctggagatc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aatttaaaca</w:t>
      </w:r>
      <w:proofErr w:type="spellEnd"/>
    </w:p>
    <w:p w14:paraId="180B44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18421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cctcatacca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cttatgtaca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aaggacttcc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ttggaatgta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gtgcgtataa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agattgtaca</w:t>
      </w:r>
      <w:proofErr w:type="spellEnd"/>
    </w:p>
    <w:p w14:paraId="03616F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aatgttaagt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aaaatctctc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tgacagagtc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gtatttgtct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tatgggcaca</w:t>
      </w:r>
      <w:proofErr w:type="spellEnd"/>
    </w:p>
    <w:p w14:paraId="4C043A4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tggctttgag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ttgacatcta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tgaagtattt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tgtgaaaata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ggacctgagc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gcacctgttg</w:t>
      </w:r>
      <w:proofErr w:type="spellEnd"/>
    </w:p>
    <w:p w14:paraId="593D42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tctatgtgat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agacgtgcca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catgcttttc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cactgcttca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cctgttggca</w:t>
      </w:r>
      <w:proofErr w:type="spellEnd"/>
    </w:p>
    <w:p w14:paraId="1E1B379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tcattctatt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ggatttgatt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acgtctataa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tccgtttatg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attgatgttc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aacaatgggg</w:t>
      </w:r>
      <w:proofErr w:type="spellEnd"/>
    </w:p>
    <w:p w14:paraId="1530CAB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ttttacaggt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aacctacaaa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gcaaccatga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tctgtattgt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caagtccatg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gtaatgcaca</w:t>
      </w:r>
      <w:proofErr w:type="spellEnd"/>
    </w:p>
    <w:p w14:paraId="0BDE8C8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tgtagctagt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tcatgactag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gtgtctagct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gtccacgagt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gctttgttaa</w:t>
      </w:r>
      <w:proofErr w:type="spellEnd"/>
    </w:p>
    <w:p w14:paraId="73C2D98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gcgtgttgac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tggactattg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aatatcctat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gaactgaaga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ttaatgcggc</w:t>
      </w:r>
      <w:proofErr w:type="spellEnd"/>
    </w:p>
    <w:p w14:paraId="15202E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ttgtagaaag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gttcaacaca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ttagcagaca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aattcccagt</w:t>
      </w:r>
      <w:proofErr w:type="spellEnd"/>
    </w:p>
    <w:p w14:paraId="0E99DEE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tcttcacgac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attggtaacc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ctaaagctat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taagtgtgta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cctcaagctg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atgtagaatg</w:t>
      </w:r>
      <w:proofErr w:type="spellEnd"/>
    </w:p>
    <w:p w14:paraId="4009257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gaagttctat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gatgcacagc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cttgtagtga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caaagcttat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aaaatagaag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aattattcta</w:t>
      </w:r>
      <w:proofErr w:type="spellEnd"/>
    </w:p>
    <w:p w14:paraId="39EF7FD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ttcttatgcc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acacattctg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acaaattcac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tgcctatttt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ggaattgcaa</w:t>
      </w:r>
      <w:proofErr w:type="spellEnd"/>
    </w:p>
    <w:p w14:paraId="3407BE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tgtcgataga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tatcctgcta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attccattgt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gacactagag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tgctatctaa</w:t>
      </w:r>
      <w:proofErr w:type="spellEnd"/>
    </w:p>
    <w:p w14:paraId="2834A54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ccttaacttg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cctggttgtg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atggtggcag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tttgtatgta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aataaacatg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cattccacac</w:t>
      </w:r>
      <w:proofErr w:type="spellEnd"/>
    </w:p>
    <w:p w14:paraId="06B54F1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accagctttt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gataaaagtg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tctattactc</w:t>
      </w:r>
      <w:proofErr w:type="spellEnd"/>
    </w:p>
    <w:p w14:paraId="74A7E4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tgacagtcca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tgtgagtctc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agtagtgtca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gatatagatt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atgtaccact</w:t>
      </w:r>
      <w:proofErr w:type="spellEnd"/>
    </w:p>
    <w:p w14:paraId="6807E01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aaagtctgct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acgtgtataa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cacgttgcaa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tttaggtggt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gacatcatgc</w:t>
      </w:r>
      <w:proofErr w:type="spellEnd"/>
    </w:p>
    <w:p w14:paraId="112D0F6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taatgagtac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agattgtatc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tcgatgctta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taacatgatg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atctcagctg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gctttagctt</w:t>
      </w:r>
      <w:proofErr w:type="spellEnd"/>
    </w:p>
    <w:p w14:paraId="08B4A09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gtgggtttac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aaacaatttg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atacttataa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cctctggaac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gacttcagag</w:t>
      </w:r>
      <w:proofErr w:type="spellEnd"/>
    </w:p>
    <w:p w14:paraId="1482515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gtggctttta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taagggacac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aacagggtga</w:t>
      </w:r>
      <w:proofErr w:type="spellEnd"/>
    </w:p>
    <w:p w14:paraId="6678750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agtaccagtt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tctatcatta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ataacactgt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ttgatgtaga</w:t>
      </w:r>
      <w:proofErr w:type="spellEnd"/>
    </w:p>
    <w:p w14:paraId="362EDE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aataaaacaa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cattacctgt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taatgtagca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tttgagcttt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gggctaagcg</w:t>
      </w:r>
      <w:proofErr w:type="spellEnd"/>
    </w:p>
    <w:p w14:paraId="3F0A1F6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ccagtaccag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actcaataat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ttgggtgtgg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acattgctgc</w:t>
      </w:r>
      <w:proofErr w:type="spellEnd"/>
    </w:p>
    <w:p w14:paraId="026445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taatactgtg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atctgggact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acaaaagaga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tgctccagca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ctattggtgt</w:t>
      </w:r>
      <w:proofErr w:type="spellEnd"/>
    </w:p>
    <w:p w14:paraId="5BD011B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ttgttctatg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actgacatag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ccaagaaacc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aactgaaacg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atttgtgcac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cactcactgt</w:t>
      </w:r>
      <w:proofErr w:type="spellEnd"/>
    </w:p>
    <w:p w14:paraId="5843BC3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cttttttgat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ggtagagttg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atggtcaagt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agacttattt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agaaatgccc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gtaatggtgt</w:t>
      </w:r>
      <w:proofErr w:type="spellEnd"/>
    </w:p>
    <w:p w14:paraId="3997B58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tcttattaca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gaaggtagtg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acaaccatct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gtaggtccca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aacaagctag</w:t>
      </w:r>
      <w:proofErr w:type="spellEnd"/>
    </w:p>
    <w:p w14:paraId="0C1C2DC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tcttaatgga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gtcacattaa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ttggagaagc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cgtaaaaaca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cagttcaatt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attataagaa</w:t>
      </w:r>
      <w:proofErr w:type="spellEnd"/>
    </w:p>
    <w:p w14:paraId="3014D91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agttgatggt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gttgtccaac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aattacctga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aacttacttt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actcagagta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gaaatttaca</w:t>
      </w:r>
      <w:proofErr w:type="spellEnd"/>
    </w:p>
    <w:p w14:paraId="2AD8871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cccaggagtc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aaatggaaat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tgatttctta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tggatgaatt</w:t>
      </w:r>
      <w:proofErr w:type="spellEnd"/>
    </w:p>
    <w:p w14:paraId="4FC276D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cattgaacgg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tataaattag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aaggctatgc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cttcgaacat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atcgtttatg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gagattttag</w:t>
      </w:r>
      <w:proofErr w:type="spellEnd"/>
    </w:p>
    <w:p w14:paraId="7256AE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tcatagtcag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ttaggtggtt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tacatctact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gattggacta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gctaaacgtt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ttaaggaatc</w:t>
      </w:r>
      <w:proofErr w:type="spellEnd"/>
    </w:p>
    <w:p w14:paraId="025F807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ttattcctat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ggacagtaca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atttcataac</w:t>
      </w:r>
      <w:proofErr w:type="spellEnd"/>
    </w:p>
    <w:p w14:paraId="24D1009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agatgcgcaa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acaggttcat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ctaagtgtgt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gtgttctgtt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attgatttat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tacttgatga</w:t>
      </w:r>
      <w:proofErr w:type="spellEnd"/>
    </w:p>
    <w:p w14:paraId="010FAD9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ttttgttgaa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ataataaaat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cccaagattt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atctgtagtt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tctaaggttg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tcaaagtgac</w:t>
      </w:r>
      <w:proofErr w:type="spellEnd"/>
    </w:p>
    <w:p w14:paraId="5184694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catttatgct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ttggtgtaaa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gatggccatg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tagaaacatt</w:t>
      </w:r>
      <w:proofErr w:type="spellEnd"/>
    </w:p>
    <w:p w14:paraId="5FC8A6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ttacaatcta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gtcaagcgtg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gcaaccgggt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gttgctatgc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ctaatcttta</w:t>
      </w:r>
      <w:proofErr w:type="spellEnd"/>
    </w:p>
    <w:p w14:paraId="2F9C3E0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caaaatgcaa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agaatgctat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tagaaaagtg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tgaccttcaa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aattatggtg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atagtgcaac</w:t>
      </w:r>
      <w:proofErr w:type="spellEnd"/>
    </w:p>
    <w:p w14:paraId="1803798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attacctaaa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ggcataatga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tgaatgtcgc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aaaatatact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caactgtgtc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aatatttaaa</w:t>
      </w:r>
      <w:proofErr w:type="spellEnd"/>
    </w:p>
    <w:p w14:paraId="585A806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cacattaaca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ttagctgtac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cctataatat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gagagttata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cattttggtg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ctggttctga</w:t>
      </w:r>
      <w:proofErr w:type="spellEnd"/>
    </w:p>
    <w:p w14:paraId="22FD682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taaaggagtt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gcaccaggta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cagctgtttt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aagacagtgg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ttgcctacgg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gtacgctgct</w:t>
      </w:r>
      <w:proofErr w:type="spellEnd"/>
    </w:p>
    <w:p w14:paraId="6E92885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tgtcgattca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gatcttaatg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actttgtctc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tgatgcagat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tcaactttga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ttggtgattg</w:t>
      </w:r>
      <w:proofErr w:type="spellEnd"/>
    </w:p>
    <w:p w14:paraId="06859DC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catacagcta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ataaatggga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tctcattatt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agtgatatgt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acgaccctaa</w:t>
      </w:r>
      <w:proofErr w:type="spellEnd"/>
    </w:p>
    <w:p w14:paraId="4F03381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gactaaaaat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gttacaaaag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aaaatgactc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taaagagggt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tttttcactt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acatttgtgg</w:t>
      </w:r>
      <w:proofErr w:type="spellEnd"/>
    </w:p>
    <w:p w14:paraId="498C48F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gtttatacaa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caaaagctag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ctcttggagg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ttccgtggct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ataaagataa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cagaacattc</w:t>
      </w:r>
      <w:proofErr w:type="spellEnd"/>
    </w:p>
    <w:p w14:paraId="25D7E77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gatctttata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agctcatggg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acacttcgca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tggtggacag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cctttgttac</w:t>
      </w:r>
      <w:proofErr w:type="spellEnd"/>
    </w:p>
    <w:p w14:paraId="66D6F7B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taatgtgaat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gcgtcatcat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ctgaagcatt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tttaattgga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tgtaattatc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ttggcaaacc</w:t>
      </w:r>
      <w:proofErr w:type="spellEnd"/>
    </w:p>
    <w:p w14:paraId="5FE96E7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acgcgaacaa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atagatggtt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atgtcatgca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atattttgga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ggaatacaaa</w:t>
      </w:r>
      <w:proofErr w:type="spellEnd"/>
    </w:p>
    <w:p w14:paraId="193F75F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tccaattcag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ttgtcttcct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tgacatgagt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aaatttcccc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ttaaattaag</w:t>
      </w:r>
      <w:proofErr w:type="spellEnd"/>
    </w:p>
    <w:p w14:paraId="329C668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gggtactgct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gttatgtctt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taaaagaagg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tcaaatcaat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gatatgattt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tatctcttct</w:t>
      </w:r>
      <w:proofErr w:type="spellEnd"/>
    </w:p>
    <w:p w14:paraId="351744C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tagtaaaggt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agacttataa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ttagagaaaa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caacagagtt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gttatttcta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gtgatgttct</w:t>
      </w:r>
      <w:proofErr w:type="spellEnd"/>
    </w:p>
    <w:p w14:paraId="58B6756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taaacgaaca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atgtttgttt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ttcttgtttt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attgccacta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gtttctagtc</w:t>
      </w:r>
      <w:proofErr w:type="spellEnd"/>
    </w:p>
    <w:p w14:paraId="6AC3254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agtgtgttaa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tcttacaacc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agaactcaat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taccccctgc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atacactaat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tctttcacac</w:t>
      </w:r>
      <w:proofErr w:type="spellEnd"/>
    </w:p>
    <w:p w14:paraId="5B7A9A8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gtggtgttta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ttaccctgac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aaagttttca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gatcctcagt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actcaggact</w:t>
      </w:r>
      <w:proofErr w:type="spellEnd"/>
    </w:p>
    <w:p w14:paraId="0986A5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tttcttttcc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ggttccatgt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tatctctggg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accaatggta</w:t>
      </w:r>
      <w:proofErr w:type="spellEnd"/>
    </w:p>
    <w:p w14:paraId="0D9565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ctaagaggtt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tgataaccct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gtcctaccat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ttaatgatgg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tgtttatttt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gcttccattg</w:t>
      </w:r>
      <w:proofErr w:type="spellEnd"/>
    </w:p>
    <w:p w14:paraId="375A25E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cataataaga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ggctggattt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ttggtactac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tttagattcg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aagacccagt</w:t>
      </w:r>
      <w:proofErr w:type="spellEnd"/>
    </w:p>
    <w:p w14:paraId="186D376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ccctacttat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tgttaataac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gctactaatg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agtctgtgaa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tttcaatttt</w:t>
      </w:r>
      <w:proofErr w:type="spellEnd"/>
    </w:p>
    <w:p w14:paraId="30F4645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gtaatgatcc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cacaaaaaca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acaaaagttg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gatggaaagt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gagttcagag</w:t>
      </w:r>
      <w:proofErr w:type="spellEnd"/>
    </w:p>
    <w:p w14:paraId="2ABAD86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tttattctag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tgcgaataat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tgcacttttg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aatatgtctc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tcagcctttt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cttatggacc</w:t>
      </w:r>
      <w:proofErr w:type="spellEnd"/>
    </w:p>
    <w:p w14:paraId="5D0C4C4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ttgaaggaaa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acagggtaat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ttcaaaaatc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ttagggaatt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tgtgtttaag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aatattgatg</w:t>
      </w:r>
      <w:proofErr w:type="spellEnd"/>
    </w:p>
    <w:p w14:paraId="3BD7BC8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gttattttaa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aagcacacgc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ctattatagg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gcgtgagcca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gaagatctcc</w:t>
      </w:r>
      <w:proofErr w:type="spellEnd"/>
    </w:p>
    <w:p w14:paraId="5E68545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ctcagggttt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ttcggcttta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gaaccattgg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tagatttgcc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aataggtatt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aacatcacta</w:t>
      </w:r>
      <w:proofErr w:type="spellEnd"/>
    </w:p>
    <w:p w14:paraId="6379855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ggtttcaaac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ttacatagaa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gttatttgac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tcttcttcag</w:t>
      </w:r>
      <w:proofErr w:type="spellEnd"/>
    </w:p>
    <w:p w14:paraId="47FE649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gttggacagc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tggtgctgca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gcttattatg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tgggttatct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tcaacctagg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acttttctat</w:t>
      </w:r>
      <w:proofErr w:type="spellEnd"/>
    </w:p>
    <w:p w14:paraId="05655E2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tgaaaatgga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accattacag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atgctgtaga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ctgtgcactt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gaccctctct</w:t>
      </w:r>
      <w:proofErr w:type="spellEnd"/>
    </w:p>
    <w:p w14:paraId="1CD9D6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gtgtacgttg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aaatccttca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ctgtagaaaa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aggaatctat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caaacttcta</w:t>
      </w:r>
      <w:proofErr w:type="spellEnd"/>
    </w:p>
    <w:p w14:paraId="6C09F8D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actttagagt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ccaaccaaca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gaatctattg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ttagatttcc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taatattaca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aacttgtgcc</w:t>
      </w:r>
      <w:proofErr w:type="spellEnd"/>
    </w:p>
    <w:p w14:paraId="559CC48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agtttttaac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gccaccaaat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ttgcatctgt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ttatgcttgg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aacaggaaga</w:t>
      </w:r>
      <w:proofErr w:type="spellEnd"/>
    </w:p>
    <w:p w14:paraId="7A2C0F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gaatcagcaa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ctgtgttgct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gattattctg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tcctatataa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tctcgcacca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tttttcactt</w:t>
      </w:r>
      <w:proofErr w:type="spellEnd"/>
    </w:p>
    <w:p w14:paraId="076C3A1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ttaagtgtta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tggagtgtct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cctactaaat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taaatgatct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ctgctttact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aatgtctatg</w:t>
      </w:r>
      <w:proofErr w:type="spellEnd"/>
    </w:p>
    <w:p w14:paraId="5DFC439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cagattcatt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tgtaattaga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ggtgatgaag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tcagacaaat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cgctccaggg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caaactggaa</w:t>
      </w:r>
      <w:proofErr w:type="spellEnd"/>
    </w:p>
    <w:p w14:paraId="31B8DDA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atattgctga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ttataattat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atgattttac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aggctgcgtt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atagcttgga</w:t>
      </w:r>
      <w:proofErr w:type="spellEnd"/>
    </w:p>
    <w:p w14:paraId="1C1C308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gcttgattct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aaggttagtg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gtaattataa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ttacctgtat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agattgttta</w:t>
      </w:r>
      <w:proofErr w:type="spellEnd"/>
    </w:p>
    <w:p w14:paraId="007F65B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ggaagtctaa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tctcaaacct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tttgagagag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atatttcaac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tgaaatctat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caggccggta</w:t>
      </w:r>
      <w:proofErr w:type="spellEnd"/>
    </w:p>
    <w:p w14:paraId="326EFF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acaaaccttg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gcaggtttta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tcctttacga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tcatatagtt</w:t>
      </w:r>
      <w:proofErr w:type="spellEnd"/>
    </w:p>
    <w:p w14:paraId="67530E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tccgacccac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ggtcaccaac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catacagagt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agtagtactt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tcttttgaac</w:t>
      </w:r>
      <w:proofErr w:type="spellEnd"/>
    </w:p>
    <w:p w14:paraId="7854A00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ttctacatgc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accagcaact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gtttgtggac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ctaaaaagtc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gttaaaaaca</w:t>
      </w:r>
      <w:proofErr w:type="spellEnd"/>
    </w:p>
    <w:p w14:paraId="618BA7B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aatgtgtcaa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tttcaacttc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aatggtttaa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aaggcacagg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tgttcttact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gagtctaaca</w:t>
      </w:r>
      <w:proofErr w:type="spellEnd"/>
    </w:p>
    <w:p w14:paraId="45AF329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aaaagtttct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gcctttccaa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caatttggca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gagacattgc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tgacactact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gatgctgtcc</w:t>
      </w:r>
      <w:proofErr w:type="spellEnd"/>
    </w:p>
    <w:p w14:paraId="6D357DE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gtgatccaca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gacacttgag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attcttgaca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ttacaccatg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ggtgtcagtg</w:t>
      </w:r>
      <w:proofErr w:type="spellEnd"/>
    </w:p>
    <w:p w14:paraId="382C3B6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ttataacacc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aggaacaaat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aggttgctgt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tctttatcag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ggtgttaact</w:t>
      </w:r>
      <w:proofErr w:type="spellEnd"/>
    </w:p>
    <w:p w14:paraId="13F067B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gcacagaagt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ccctgttgct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attcatgcag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atcaacttac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tcctacttgg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cgtgtttatt</w:t>
      </w:r>
      <w:proofErr w:type="spellEnd"/>
    </w:p>
    <w:p w14:paraId="08C89EC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ctacaggttc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taatgttttt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caaacacgtg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caggctgttt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aataggggct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gaatatgtca</w:t>
      </w:r>
      <w:proofErr w:type="spellEnd"/>
    </w:p>
    <w:p w14:paraId="137FAE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23461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acaactcata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tgagtgtgac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atacccattg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gtgcaggtat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atgcgctagt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tatcagactc</w:t>
      </w:r>
      <w:proofErr w:type="spellEnd"/>
    </w:p>
    <w:p w14:paraId="245B1FC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agactaagtc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tcatcggcgg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gcacgtagtg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tagctagtca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atccatcatt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gcctacacta</w:t>
      </w:r>
      <w:proofErr w:type="spellEnd"/>
    </w:p>
    <w:p w14:paraId="56DE94C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tgtcacttgg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tgcagaaaat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tcagttgctt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actctaataa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ctctattgcc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atacccacaa</w:t>
      </w:r>
      <w:proofErr w:type="spellEnd"/>
    </w:p>
    <w:p w14:paraId="33FE18F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attttactat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tagtgttacc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acagaaattc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taccagtgtc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tatgaccaag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acatcagtag</w:t>
      </w:r>
      <w:proofErr w:type="spellEnd"/>
    </w:p>
    <w:p w14:paraId="361190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attgtacaat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gtacatttgt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ggtgattcaa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ctgaatgcag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caatcttttg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ttgcaatatg</w:t>
      </w:r>
      <w:proofErr w:type="spellEnd"/>
    </w:p>
    <w:p w14:paraId="5ADEA2B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gcagtttttg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tacacaatta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aaacgtgctt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taactggaat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agctgttgaa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caagacaaaa</w:t>
      </w:r>
      <w:proofErr w:type="spellEnd"/>
    </w:p>
    <w:p w14:paraId="2A15A07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acacccaaga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agtttttgca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caagtcaaac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aaatttacaa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aacaccacca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attaaatatt</w:t>
      </w:r>
      <w:proofErr w:type="spellEnd"/>
    </w:p>
    <w:p w14:paraId="1AB91E5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ttggtggttt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taatttttca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caaatattac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cagatccatc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aaaaccaagc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aagaggtcat</w:t>
      </w:r>
      <w:proofErr w:type="spellEnd"/>
    </w:p>
    <w:p w14:paraId="4ACCC8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ttattgaaga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tctacttttc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aacaaagtga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cacttgcaga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tgctggcttc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atcaaacaat</w:t>
      </w:r>
      <w:proofErr w:type="spellEnd"/>
    </w:p>
    <w:p w14:paraId="2D2CA7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atggtgattg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attgctgcta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gagacctcat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ttgtgcacaa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aagtttaaag</w:t>
      </w:r>
      <w:proofErr w:type="spellEnd"/>
    </w:p>
    <w:p w14:paraId="253348A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gccttactgt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tttgccacct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ttgctcacag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atgaaatgat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tgctcaatac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acttctgcac</w:t>
      </w:r>
      <w:proofErr w:type="spellEnd"/>
    </w:p>
    <w:p w14:paraId="3B7602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tgttagcggg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tacaatcact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tctggttgga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cctttggtgc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aggtgctgca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ttacaaatac</w:t>
      </w:r>
      <w:proofErr w:type="spellEnd"/>
    </w:p>
    <w:p w14:paraId="395B586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catttgctat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gcaaatggct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tataggttta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atggtattgg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agttacacag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aatgttctct</w:t>
      </w:r>
      <w:proofErr w:type="spellEnd"/>
    </w:p>
    <w:p w14:paraId="005A34A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atgagaacca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aaaattgatt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gccaaccaat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ttaatagtgc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tattggcaaa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attcaagact</w:t>
      </w:r>
      <w:proofErr w:type="spellEnd"/>
    </w:p>
    <w:p w14:paraId="1FA2424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cactttcttc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cacagcaagt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gcacttggaa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aacttcaaga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tgtggtcaac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cataatgcac</w:t>
      </w:r>
      <w:proofErr w:type="spellEnd"/>
    </w:p>
    <w:p w14:paraId="2ED5A1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aagctttaaa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cacgcttgtt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aaacaactta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gctccaaatt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tcaagtgttt</w:t>
      </w:r>
      <w:proofErr w:type="spellEnd"/>
    </w:p>
    <w:p w14:paraId="54A7F95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taaatgatat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cttttcacgt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cttgacaaag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ttgaggctga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agtgcaaatt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gataggttga</w:t>
      </w:r>
      <w:proofErr w:type="spellEnd"/>
    </w:p>
    <w:p w14:paraId="4B1608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tcacaggcag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acttcaaagt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ttgcagacat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atgtgactca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acaattaatt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agagctgcag</w:t>
      </w:r>
      <w:proofErr w:type="spellEnd"/>
    </w:p>
    <w:p w14:paraId="27604E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aaatcagagc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ttctgctaat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cttgctgcta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ctaaaatgtc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agagtgtgta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cttggacaat</w:t>
      </w:r>
      <w:proofErr w:type="spellEnd"/>
    </w:p>
    <w:p w14:paraId="34B144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caaaaagagt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tgatttttgt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ggaaagggct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atcatcttat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gtccttccct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cagtcagcac</w:t>
      </w:r>
      <w:proofErr w:type="spellEnd"/>
    </w:p>
    <w:p w14:paraId="0FACD35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ctcatggtgt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agtcttcttg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catgtgactt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atgtccctgc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acaagaaaag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aacttcacaa</w:t>
      </w:r>
      <w:proofErr w:type="spellEnd"/>
    </w:p>
    <w:p w14:paraId="74349BC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ctgctcctgc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catttgtcat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gatggaaaag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cacactttcc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tcgtgaaggt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gtctttgttt</w:t>
      </w:r>
      <w:proofErr w:type="spellEnd"/>
    </w:p>
    <w:p w14:paraId="21480B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caaatggcac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gtaacacaaa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ggaattttta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tgaaccacaa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atcattacta</w:t>
      </w:r>
      <w:proofErr w:type="spellEnd"/>
    </w:p>
    <w:p w14:paraId="63E2F73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cagacaacac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atttgtgtct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ggtaactgtg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aggaattgtc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aacaacacag</w:t>
      </w:r>
      <w:proofErr w:type="spellEnd"/>
    </w:p>
    <w:p w14:paraId="15323E8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tttatgatcc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tttgcaacct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cattcaagga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ggagttagat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aaatatttta</w:t>
      </w:r>
      <w:proofErr w:type="spellEnd"/>
    </w:p>
    <w:p w14:paraId="4395F3E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agaatcatac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atcaccagat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gttgatttag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gtgacatctc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tggcattaat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gcttcagttg</w:t>
      </w:r>
      <w:proofErr w:type="spellEnd"/>
    </w:p>
    <w:p w14:paraId="6ABA882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taaacattca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gaccgcctca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atgaggttgc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caagaattta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aatgaatctc</w:t>
      </w:r>
      <w:proofErr w:type="spellEnd"/>
    </w:p>
    <w:p w14:paraId="1105686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tcatcgatct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ccaagaactt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ggaaagtatg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agcagtatat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aaaatggcca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tggtacattt</w:t>
      </w:r>
      <w:proofErr w:type="spellEnd"/>
    </w:p>
    <w:p w14:paraId="178402E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ggctaggttt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tatagctggc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tagtaatggt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gacaattatg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ctttgctgta</w:t>
      </w:r>
      <w:proofErr w:type="spellEnd"/>
    </w:p>
    <w:p w14:paraId="3E70219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tgaccagttg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ctgtagttgt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ctcaagggct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gttgttcttg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tggatcctgc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tgcaaatttg</w:t>
      </w:r>
      <w:proofErr w:type="spellEnd"/>
    </w:p>
    <w:p w14:paraId="6EC4CD1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atgaagacga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ctctgagcca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gtgctcaaag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gagtcaaatt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acattacaca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taaacgaact</w:t>
      </w:r>
      <w:proofErr w:type="spellEnd"/>
    </w:p>
    <w:p w14:paraId="0EFC7FD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tatggatttg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tttatgagaa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tcttcacaat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tggaactgta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actttgaagc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aaggtgaaat</w:t>
      </w:r>
      <w:proofErr w:type="spellEnd"/>
    </w:p>
    <w:p w14:paraId="07C018A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caaggatgct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actccttcag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attttgttcg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cgctactgca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acgataccga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tacaagcctc</w:t>
      </w:r>
      <w:proofErr w:type="spellEnd"/>
    </w:p>
    <w:p w14:paraId="6F7F24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actccctttc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ggatggctta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ttgttggcgt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tgcacttctt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gctgtttttc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agagcgcttc</w:t>
      </w:r>
      <w:proofErr w:type="spellEnd"/>
    </w:p>
    <w:p w14:paraId="7B9E73B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caaaatcata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actctcaaaa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agagatggca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actagcactc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tccaagggtg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ttcactttgt</w:t>
      </w:r>
      <w:proofErr w:type="spellEnd"/>
    </w:p>
    <w:p w14:paraId="08C9B31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ctgttgttgt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ttgtaacagt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ttactcacac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cttttgctcg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ttgctgctgg</w:t>
      </w:r>
      <w:proofErr w:type="spellEnd"/>
    </w:p>
    <w:p w14:paraId="3CE8F03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ccttgaagcc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ccttttctct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atctttatgc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tttagtctac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ttcttgcaga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gtataaactt</w:t>
      </w:r>
      <w:proofErr w:type="spellEnd"/>
    </w:p>
    <w:p w14:paraId="4F5567C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tgtaagaata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ataatgaggc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tttggctttg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ctggaaatgc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cgttccaaaa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acccattact</w:t>
      </w:r>
      <w:proofErr w:type="spellEnd"/>
    </w:p>
    <w:p w14:paraId="1A7AC3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ttatgatgcc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aactattttc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tttgctggca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tactaattgt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tacgactatt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gtatacctta</w:t>
      </w:r>
      <w:proofErr w:type="spellEnd"/>
    </w:p>
    <w:p w14:paraId="72BC949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caatagtgta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ttgtcattac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ttcaggtgat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ggcacaacaa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gtcctatttc</w:t>
      </w:r>
      <w:proofErr w:type="spellEnd"/>
    </w:p>
    <w:p w14:paraId="479CADE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tgaacatgac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taccagattg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gtggttatac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tgaaaaatgg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gaatctggag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taaaagactg</w:t>
      </w:r>
      <w:proofErr w:type="spellEnd"/>
    </w:p>
    <w:p w14:paraId="60C97E4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tgttgtatta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cacagttact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tcacttcaga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ctgtactcaa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ctcaattgag</w:t>
      </w:r>
      <w:proofErr w:type="spellEnd"/>
    </w:p>
    <w:p w14:paraId="2CFDEBB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tacagacact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ggtgttgaac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atgttacctt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cttcatctac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aataaaattg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ttgatgagcc</w:t>
      </w:r>
      <w:proofErr w:type="spellEnd"/>
    </w:p>
    <w:p w14:paraId="2449A73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tgaagaacat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gtccaaattc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acacaatcga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cggttcatcc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ggagttgtta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atccagtaat</w:t>
      </w:r>
      <w:proofErr w:type="spellEnd"/>
    </w:p>
    <w:p w14:paraId="38A10F5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ggaaccaatt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tatgatgaac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cgacgacgac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tactagcgtg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cctttgtaag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cacaagctga</w:t>
      </w:r>
      <w:proofErr w:type="spellEnd"/>
    </w:p>
    <w:p w14:paraId="15D59FE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tgagtacgaa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cttatgtact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cattcgtttc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ggaagagata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ggtacgttaa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tagttaatag</w:t>
      </w:r>
      <w:proofErr w:type="spellEnd"/>
    </w:p>
    <w:p w14:paraId="3F64E02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cgtacttctt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tttcttgctt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tcgtggtatt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cttgctagtt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acactagcca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tccttactgc</w:t>
      </w:r>
      <w:proofErr w:type="spellEnd"/>
    </w:p>
    <w:p w14:paraId="1BF6F8B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gcttcgattg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tgtgcgtact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gctgcaatat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tgttaacgtg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agtcttgtaa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aaccttcttt</w:t>
      </w:r>
      <w:proofErr w:type="spellEnd"/>
    </w:p>
    <w:p w14:paraId="6CB0CDE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ttacgtttac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tctcgtgtta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aaaatctgaa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ttcttctaga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gttcctgatc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ttctggtcta</w:t>
      </w:r>
      <w:proofErr w:type="spellEnd"/>
    </w:p>
    <w:p w14:paraId="55D760E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aacgaactaa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atattatatt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agtttttctg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tttggaactt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taattttagc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catggcaggt</w:t>
      </w:r>
      <w:proofErr w:type="spellEnd"/>
    </w:p>
    <w:p w14:paraId="42AD0C8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tccaacggta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ctattaccgt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tgaagagctt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aaaaagctcc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ttgaagaatg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gaacctagta</w:t>
      </w:r>
      <w:proofErr w:type="spellEnd"/>
    </w:p>
    <w:p w14:paraId="03C680F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ataggtttcc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tattccttac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atggatttgt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cttctacaat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ttgcctatgc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caacaggaat</w:t>
      </w:r>
      <w:proofErr w:type="spellEnd"/>
    </w:p>
    <w:p w14:paraId="714F63F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aggtttttgt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atataattaa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gttaattttc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ctctggctgt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tatggccagt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aactttaact</w:t>
      </w:r>
      <w:proofErr w:type="spellEnd"/>
    </w:p>
    <w:p w14:paraId="0DBAF6D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tgttttgtgc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ttgctgctgt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ttacagaata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aattggatca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ccggtggaat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tgctatcgca</w:t>
      </w:r>
      <w:proofErr w:type="spellEnd"/>
    </w:p>
    <w:p w14:paraId="589B5B9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atggcttgtc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ttgtaggctt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gatgtggctc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agctacttca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ttgcttcttt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cagactgttt</w:t>
      </w:r>
      <w:proofErr w:type="spellEnd"/>
    </w:p>
    <w:p w14:paraId="5B16458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gcgcgtacgc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gttccatgtg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gtcattcaat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ccagaaacta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acattcttct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caacgtgcca</w:t>
      </w:r>
      <w:proofErr w:type="spellEnd"/>
    </w:p>
    <w:p w14:paraId="00769F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ctccatggca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ctattctgac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cagaccgctt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ctagaaagtg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aactcgtaat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cggagctgtg</w:t>
      </w:r>
      <w:proofErr w:type="spellEnd"/>
    </w:p>
    <w:p w14:paraId="61C30F8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                       </w:t>
      </w:r>
    </w:p>
    <w:p w14:paraId="1337686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[gap 221 </w:t>
      </w:r>
      <w:proofErr w:type="gram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bp]   </w:t>
      </w:r>
      <w:proofErr w:type="gram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"https://www.ncbi.nlm.nih.gov/nuccore/OM932113.1?expand-gaps=on" </w:instrTex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DE5586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Expand Ns</w:t>
      </w: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FAD7C8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27107                                                  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tgtacagtaa</w:t>
      </w:r>
      <w:proofErr w:type="spellEnd"/>
    </w:p>
    <w:p w14:paraId="4D90297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gtgacaacag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atgtttcatc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tcgttgactt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tcaggttact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atagcagaga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tattactaat</w:t>
      </w:r>
      <w:proofErr w:type="spellEnd"/>
    </w:p>
    <w:p w14:paraId="2E93272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tattatgcgg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acttttaaag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tttccatttg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gaatcttgat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tacatcataa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acctcataat</w:t>
      </w:r>
      <w:proofErr w:type="spellEnd"/>
    </w:p>
    <w:p w14:paraId="5E50C44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taaaaattta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tctaagtcac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taactgagaa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taaatattct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caattagatg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aagagcaacc</w:t>
      </w:r>
      <w:proofErr w:type="spellEnd"/>
    </w:p>
    <w:p w14:paraId="5B85ABF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aatggagatt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gattaaacga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acatgaaaat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tattcttttc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ttggcactga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taacactcgc</w:t>
      </w:r>
      <w:proofErr w:type="spellEnd"/>
    </w:p>
    <w:p w14:paraId="3223A92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tacttgtgag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ctttatcact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accaagagtg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tgttagaggt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acaacagtac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ttttaaaaga</w:t>
      </w:r>
      <w:proofErr w:type="spellEnd"/>
    </w:p>
    <w:p w14:paraId="1D1C34E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accttgctct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tctggaacat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acgagggcaa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ttcaccattt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catcctctag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ctgataacaa</w:t>
      </w:r>
      <w:proofErr w:type="spellEnd"/>
    </w:p>
    <w:p w14:paraId="5E253FB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atttgcactg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acttgcttta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gcactcaatt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tgcttttgct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tgtcctgacg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gcgtaaaaca</w:t>
      </w:r>
      <w:proofErr w:type="spellEnd"/>
    </w:p>
    <w:p w14:paraId="5609BD6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cgtctatcag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ttacgtgcca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gatcagtttc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acctaaactg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ttcatcagac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aagaggaagt</w:t>
      </w:r>
      <w:proofErr w:type="spellEnd"/>
    </w:p>
    <w:p w14:paraId="4EB4BAB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tcaagaactt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tactctccaa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tttttcttat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tgttgcggca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atagtgttta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taacactttg</w:t>
      </w:r>
      <w:proofErr w:type="spellEnd"/>
    </w:p>
    <w:p w14:paraId="066AE5B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cttcacactc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aaaagaaaga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cagaatgatt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gaactttcat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taattgactt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ctatttgtgc</w:t>
      </w:r>
      <w:proofErr w:type="spellEnd"/>
    </w:p>
    <w:p w14:paraId="4DFAF63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tttttagcct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ttctgttatt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ccttgtttta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attatgctta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ttatcttttg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gttctcactt</w:t>
      </w:r>
      <w:proofErr w:type="spellEnd"/>
    </w:p>
    <w:p w14:paraId="2FC4954A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gaactgcaag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atcataatga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aacttgtcac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gcctaaacga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acatgaaatt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tcttgttttc</w:t>
      </w:r>
      <w:proofErr w:type="spellEnd"/>
    </w:p>
    <w:p w14:paraId="23A014A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ttaggaatca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tcacaactgt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agctgcattt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caccaagaat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gtagtttaca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gtcatgtact</w:t>
      </w:r>
      <w:proofErr w:type="spellEnd"/>
    </w:p>
    <w:p w14:paraId="4F44D2D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caacatcaac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catatgtagt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tgatgacccg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tgtcctattc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acttctattc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taaatggtat</w:t>
      </w:r>
      <w:proofErr w:type="spellEnd"/>
    </w:p>
    <w:p w14:paraId="1E592DDE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attagagtag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gagctagaaa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atcagcacct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ttaattgaat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tgtgcgtgga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tgaggctggt</w:t>
      </w:r>
      <w:proofErr w:type="spellEnd"/>
    </w:p>
    <w:p w14:paraId="5E41541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tctaaatcac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ccattcagta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catcgatatc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ggtaattata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cagtttcctg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tttacctttt</w:t>
      </w:r>
      <w:proofErr w:type="spellEnd"/>
    </w:p>
    <w:p w14:paraId="0B45052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acaattaatt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gccaggaacc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taaattgggt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agtcttgtag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tgcgttgttc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gttctatgaa</w:t>
      </w:r>
      <w:proofErr w:type="spellEnd"/>
    </w:p>
    <w:p w14:paraId="71E26A9F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gactttttag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agtatcatga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cgttcgtgtt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gttttagatt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tcatctaaac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gaacaaactt</w:t>
      </w:r>
      <w:proofErr w:type="spellEnd"/>
    </w:p>
    <w:p w14:paraId="1621595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aaatgtctga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taatggaccc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caaaatcagc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gaaatgcact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ccgcattacg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tttggtggac</w:t>
      </w:r>
      <w:proofErr w:type="spellEnd"/>
    </w:p>
    <w:p w14:paraId="186D109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cctcagattc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aactggcagt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aaccagaatg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gtggggcgcg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atcaaaacaa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cgtcggcccc</w:t>
      </w:r>
      <w:proofErr w:type="spellEnd"/>
    </w:p>
    <w:p w14:paraId="2B2203E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aaggtttacc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caataatact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gcgtcttggt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tcaccgctct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cactcaacat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ggcaaggaag</w:t>
      </w:r>
      <w:proofErr w:type="spellEnd"/>
    </w:p>
    <w:p w14:paraId="52FBFA8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accttaaatt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ccctcgagga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caaggcgttc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caattaacac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caatagcagt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ccagatgacc</w:t>
      </w:r>
      <w:proofErr w:type="spellEnd"/>
    </w:p>
    <w:p w14:paraId="27C7B9F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aaattggcta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ctaccgaaga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gctaccagac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gaattcgtgg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tggtgacggt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aaaatgaaag</w:t>
      </w:r>
      <w:proofErr w:type="spellEnd"/>
    </w:p>
    <w:p w14:paraId="3435B17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atctcagtcc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aagatggtat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ttctactacc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taggaactgg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gccagaagct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ggacttccct</w:t>
      </w:r>
      <w:proofErr w:type="spellEnd"/>
    </w:p>
    <w:p w14:paraId="0AE5E45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28561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atggtgctaa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caaagacggc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atcatatggg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ttgcaactga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gggagccttg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aatacaccaa</w:t>
      </w:r>
      <w:proofErr w:type="spellEnd"/>
    </w:p>
    <w:p w14:paraId="3074D93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aagatcacat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tggcacccgc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aatcctgcta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acaatgctgc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aatcgtgcta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caacttcctc</w:t>
      </w:r>
      <w:proofErr w:type="spellEnd"/>
    </w:p>
    <w:p w14:paraId="0DBDA1AB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aaggaacaac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attgccaaaa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ggcttctacg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cagaagggag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cagaggcggc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agtcaagcct</w:t>
      </w:r>
      <w:proofErr w:type="spellEnd"/>
    </w:p>
    <w:p w14:paraId="3EEFE7A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cttctcgttc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ctcatcacgt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agtcgcaaca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gttcaagaaa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ttcaactcca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ggcagcagta</w:t>
      </w:r>
      <w:proofErr w:type="spellEnd"/>
    </w:p>
    <w:p w14:paraId="1497A76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aacgaacttc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tcctgctaga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atggctggca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atggcggtga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gctttgctgc</w:t>
      </w:r>
      <w:proofErr w:type="spellEnd"/>
    </w:p>
    <w:p w14:paraId="18FEB05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tgcttgacag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attgaaccag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cttgagagca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aaatgtctgg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taaaggccaa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caacaacaag</w:t>
      </w:r>
      <w:proofErr w:type="spellEnd"/>
    </w:p>
    <w:p w14:paraId="7DBF5509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gccaaactgt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cactaagaaa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tctgctgctg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aggcttctaa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gaagcctcgg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caaaaacgta</w:t>
      </w:r>
      <w:proofErr w:type="spellEnd"/>
    </w:p>
    <w:p w14:paraId="302E484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ctgccactaa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agcatacaat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gtaacacaag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ctttcggcag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acgtggtcca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gaacaaaccc</w:t>
      </w:r>
      <w:proofErr w:type="spellEnd"/>
    </w:p>
    <w:p w14:paraId="7A96EDE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aaggaaattt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tggggaccag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gaactaatca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gacaaggaac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tgattacaaa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cattggccgc</w:t>
      </w:r>
      <w:proofErr w:type="spellEnd"/>
    </w:p>
    <w:p w14:paraId="0B31C6A2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aaattgcaca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atttgccccc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agcgcttcag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cgttcttcgg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aatgtcgcgc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attggcatgg</w:t>
      </w:r>
      <w:proofErr w:type="spellEnd"/>
    </w:p>
    <w:p w14:paraId="0F9DF75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aagtcacacc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ttcgggaacg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tggttgacct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acacaggtgc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catcaaattg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gatgacaaag</w:t>
      </w:r>
      <w:proofErr w:type="spellEnd"/>
    </w:p>
    <w:p w14:paraId="3A259653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atccaaattt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caaagatcaa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gtcattttgc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tgaataagca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tattgacgca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tacaaaacat</w:t>
      </w:r>
      <w:proofErr w:type="spellEnd"/>
    </w:p>
    <w:p w14:paraId="4F04B4F6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tcccaccaac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agagcctaaa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aaggacaaaa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agaagaaggc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tgatgaaact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caagccttac</w:t>
      </w:r>
      <w:proofErr w:type="spellEnd"/>
    </w:p>
    <w:p w14:paraId="029F0DCC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cgcagagaca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gaagaaacag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caaactgtga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ctcttcttcc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tgctgcagat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ttggatgatt</w:t>
      </w:r>
      <w:proofErr w:type="spellEnd"/>
    </w:p>
    <w:p w14:paraId="2AE10914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tctccaaaca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attgcaacaa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tccatgagca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gtgctgactc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aactcaggcc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taaactcatg</w:t>
      </w:r>
      <w:proofErr w:type="spellEnd"/>
    </w:p>
    <w:p w14:paraId="16260010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cagaccacac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aaggcagatg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ggctatataa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acgttttcgc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ttttccgttt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acgatatata</w:t>
      </w:r>
      <w:proofErr w:type="spellEnd"/>
    </w:p>
    <w:p w14:paraId="4ADD2E58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gtctactctt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gtgcagaatg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aattctcgta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actacatagc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acaagtagat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gtagttaact</w:t>
      </w:r>
      <w:proofErr w:type="spellEnd"/>
    </w:p>
    <w:p w14:paraId="2247B937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ttaatctcac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atagcaatct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ttaatcagtg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tgtaacatta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gggaggactt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gaaagagcca</w:t>
      </w:r>
      <w:proofErr w:type="spellEnd"/>
    </w:p>
    <w:p w14:paraId="34994541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ccacattttc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accgaggcca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cgcggagtac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gatcgagtgt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acagtgaaca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atgctaggga</w:t>
      </w:r>
      <w:proofErr w:type="spellEnd"/>
    </w:p>
    <w:p w14:paraId="77029305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gagctgccta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tatggaagag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ccctaatgtg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taaaattaat</w:t>
      </w:r>
      <w:proofErr w:type="spellEnd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 xml:space="preserve"> </w:t>
      </w:r>
      <w:proofErr w:type="spellStart"/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tttagta</w:t>
      </w:r>
      <w:proofErr w:type="spellEnd"/>
    </w:p>
    <w:p w14:paraId="38CF20CD" w14:textId="77777777" w:rsidR="00DE5586" w:rsidRPr="00DE5586" w:rsidRDefault="00DE5586" w:rsidP="00DE558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DE5586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3C06E057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86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DE5586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36BB80"/>
  <w15:chartTrackingRefBased/>
  <w15:docId w15:val="{BEF227D0-C98D-A045-AFE3-4E63B648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8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20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2</TotalTime>
  <Pages>24</Pages>
  <Words>10863</Words>
  <Characters>61921</Characters>
  <Application>Microsoft Office Word</Application>
  <DocSecurity>0</DocSecurity>
  <Lines>516</Lines>
  <Paragraphs>145</Paragraphs>
  <ScaleCrop>false</ScaleCrop>
  <Company/>
  <LinksUpToDate>false</LinksUpToDate>
  <CharactersWithSpaces>72639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2023-01-21T07:55:00Z</dcterms:created>
  <dcterms:modified xsi:type="dcterms:W3CDTF">2023-01-21T07:57:00Z</dcterms:modified>
</cp:coreProperties>
</file>